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64925B92" w:rsidR="00BE3A92" w:rsidRPr="00AF3135" w:rsidRDefault="00B7759D" w:rsidP="00AF3135">
      <w:pPr>
        <w:pStyle w:val="CS"/>
        <w:spacing w:before="240" w:after="240"/>
        <w:jc w:val="both"/>
        <w:rPr>
          <w:rFonts w:ascii="Helvetica 75 Bold" w:hAnsi="Helvetica 75 Bold"/>
          <w:sz w:val="56"/>
          <w:szCs w:val="56"/>
        </w:rPr>
      </w:pPr>
      <w:r w:rsidRPr="00AF3135">
        <w:rPr>
          <w:rFonts w:ascii="Helvetica 75 Bold" w:hAnsi="Helvetica 75 Bold"/>
          <w:sz w:val="56"/>
          <w:szCs w:val="56"/>
        </w:rPr>
        <w:t>Conditions</w:t>
      </w:r>
      <w:r w:rsidR="00BE3A92" w:rsidRPr="00AF3135">
        <w:rPr>
          <w:rFonts w:ascii="Helvetica 75 Bold" w:hAnsi="Helvetica 75 Bold"/>
          <w:sz w:val="56"/>
          <w:szCs w:val="56"/>
        </w:rPr>
        <w:t xml:space="preserve"> </w:t>
      </w:r>
      <w:r w:rsidR="00934987" w:rsidRPr="00AF3135">
        <w:rPr>
          <w:rFonts w:ascii="Helvetica 75 Bold" w:hAnsi="Helvetica 75 Bold"/>
          <w:sz w:val="56"/>
          <w:szCs w:val="56"/>
        </w:rPr>
        <w:t>S</w:t>
      </w:r>
      <w:r w:rsidR="00BE3A92" w:rsidRPr="00AF3135">
        <w:rPr>
          <w:rFonts w:ascii="Helvetica 75 Bold" w:hAnsi="Helvetica 75 Bold"/>
          <w:sz w:val="56"/>
          <w:szCs w:val="56"/>
        </w:rPr>
        <w:t>p</w:t>
      </w:r>
      <w:r w:rsidR="00953E12" w:rsidRPr="00AF3135">
        <w:rPr>
          <w:rFonts w:ascii="Helvetica 75 Bold" w:hAnsi="Helvetica 75 Bold"/>
          <w:sz w:val="56"/>
          <w:szCs w:val="56"/>
        </w:rPr>
        <w:t>é</w:t>
      </w:r>
      <w:r w:rsidR="00BE3A92" w:rsidRPr="00AF3135">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52A81CBF" w:rsidR="00C12590" w:rsidRPr="001F4234" w:rsidRDefault="001B7F90" w:rsidP="00E552F8">
      <w:pPr>
        <w:pStyle w:val="Soustitre2couv"/>
        <w:jc w:val="both"/>
        <w:rPr>
          <w:rFonts w:ascii="Helvetica 55 Roman" w:hAnsi="Helvetica 55 Roman"/>
          <w:sz w:val="44"/>
          <w:szCs w:val="44"/>
        </w:rPr>
      </w:pPr>
      <w:r w:rsidRPr="00EF7554">
        <w:rPr>
          <w:rFonts w:ascii="Helvetica 55 Roman" w:hAnsi="Helvetica 55 Roman"/>
          <w:sz w:val="36"/>
          <w:szCs w:val="44"/>
        </w:rPr>
        <w:t xml:space="preserve">Offre </w:t>
      </w:r>
      <w:r w:rsidR="006A692E" w:rsidRPr="00EF7554">
        <w:rPr>
          <w:rFonts w:ascii="Helvetica 55 Roman" w:hAnsi="Helvetica 55 Roman"/>
          <w:sz w:val="36"/>
          <w:szCs w:val="44"/>
        </w:rPr>
        <w:t xml:space="preserve">FTTE passif </w:t>
      </w:r>
      <w:r w:rsidR="008D22CA" w:rsidRPr="00EF7554">
        <w:rPr>
          <w:rFonts w:ascii="Helvetica 55 Roman" w:hAnsi="Helvetica 55 Roman"/>
          <w:sz w:val="36"/>
          <w:szCs w:val="44"/>
        </w:rPr>
        <w:t>PM</w:t>
      </w:r>
      <w:r w:rsidR="00953E12" w:rsidRPr="00EF7554">
        <w:rPr>
          <w:rFonts w:ascii="Helvetica 55 Roman" w:hAnsi="Helvetica 55 Roman"/>
          <w:sz w:val="36"/>
          <w:szCs w:val="44"/>
        </w:rPr>
        <w:t xml:space="preserve"> de</w:t>
      </w:r>
      <w:r w:rsidR="00950FBD" w:rsidRPr="00EF7554">
        <w:rPr>
          <w:rFonts w:ascii="Helvetica 55 Roman" w:hAnsi="Helvetica 55 Roman"/>
          <w:sz w:val="36"/>
          <w:szCs w:val="44"/>
        </w:rPr>
        <w:t xml:space="preserve"> </w:t>
      </w:r>
      <w:r w:rsidR="00EF7554" w:rsidRPr="00EF7554">
        <w:rPr>
          <w:rFonts w:ascii="Helvetica 55 Roman" w:hAnsi="Helvetica 55 Roman"/>
          <w:sz w:val="36"/>
          <w:szCs w:val="44"/>
        </w:rPr>
        <w:t>VAR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AF3135" w:rsidRDefault="00BF6F78" w:rsidP="00F2655C">
      <w:pPr>
        <w:pStyle w:val="Sommaireniveau1"/>
        <w:rPr>
          <w:b/>
          <w:color w:val="auto"/>
        </w:rPr>
      </w:pPr>
      <w:r w:rsidRPr="001F4234">
        <w:br w:type="page"/>
      </w:r>
      <w:r w:rsidR="00195CD3" w:rsidRPr="00AF3135">
        <w:rPr>
          <w:b/>
          <w:color w:val="auto"/>
        </w:rPr>
        <w:lastRenderedPageBreak/>
        <w:t xml:space="preserve">Table </w:t>
      </w:r>
      <w:r w:rsidR="00C63AAC" w:rsidRPr="00AF3135">
        <w:rPr>
          <w:b/>
          <w:color w:val="auto"/>
        </w:rPr>
        <w:t>des matières</w:t>
      </w:r>
    </w:p>
    <w:p w14:paraId="4D1AC707" w14:textId="77777777" w:rsidR="00C63AAC" w:rsidRPr="001F4234" w:rsidRDefault="00C63AAC" w:rsidP="00F2655C">
      <w:pPr>
        <w:pStyle w:val="StyleHelvetica55Roman18ptOrangeJustifi"/>
        <w:rPr>
          <w:sz w:val="28"/>
          <w:szCs w:val="28"/>
        </w:rPr>
      </w:pPr>
    </w:p>
    <w:p w14:paraId="7529D9CB" w14:textId="3CCAD818" w:rsidR="00CD2AC0"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4414114" w:history="1">
        <w:r w:rsidR="00CD2AC0" w:rsidRPr="001C4956">
          <w:rPr>
            <w:rStyle w:val="Lienhypertexte"/>
          </w:rPr>
          <w:t>article 1 - objet</w:t>
        </w:r>
        <w:r w:rsidR="00CD2AC0">
          <w:rPr>
            <w:webHidden/>
          </w:rPr>
          <w:tab/>
        </w:r>
        <w:r w:rsidR="00CD2AC0">
          <w:rPr>
            <w:webHidden/>
          </w:rPr>
          <w:fldChar w:fldCharType="begin"/>
        </w:r>
        <w:r w:rsidR="00CD2AC0">
          <w:rPr>
            <w:webHidden/>
          </w:rPr>
          <w:instrText xml:space="preserve"> PAGEREF _Toc124414114 \h </w:instrText>
        </w:r>
        <w:r w:rsidR="00CD2AC0">
          <w:rPr>
            <w:webHidden/>
          </w:rPr>
        </w:r>
        <w:r w:rsidR="00CD2AC0">
          <w:rPr>
            <w:webHidden/>
          </w:rPr>
          <w:fldChar w:fldCharType="separate"/>
        </w:r>
        <w:r w:rsidR="00CD2AC0">
          <w:rPr>
            <w:webHidden/>
          </w:rPr>
          <w:t>4</w:t>
        </w:r>
        <w:r w:rsidR="00CD2AC0">
          <w:rPr>
            <w:webHidden/>
          </w:rPr>
          <w:fldChar w:fldCharType="end"/>
        </w:r>
      </w:hyperlink>
    </w:p>
    <w:p w14:paraId="61953D33" w14:textId="545194A6" w:rsidR="00CD2AC0" w:rsidRDefault="00CE15A6">
      <w:pPr>
        <w:pStyle w:val="TM1"/>
        <w:rPr>
          <w:rFonts w:asciiTheme="minorHAnsi" w:eastAsiaTheme="minorEastAsia" w:hAnsiTheme="minorHAnsi" w:cstheme="minorBidi"/>
          <w:b w:val="0"/>
          <w:bCs w:val="0"/>
          <w:caps w:val="0"/>
          <w:kern w:val="0"/>
          <w:sz w:val="22"/>
          <w:szCs w:val="22"/>
        </w:rPr>
      </w:pPr>
      <w:hyperlink w:anchor="_Toc124414115" w:history="1">
        <w:r w:rsidR="00CD2AC0" w:rsidRPr="001C4956">
          <w:rPr>
            <w:rStyle w:val="Lienhypertexte"/>
          </w:rPr>
          <w:t>article 2 - définitions</w:t>
        </w:r>
        <w:r w:rsidR="00CD2AC0">
          <w:rPr>
            <w:webHidden/>
          </w:rPr>
          <w:tab/>
        </w:r>
        <w:r w:rsidR="00CD2AC0">
          <w:rPr>
            <w:webHidden/>
          </w:rPr>
          <w:fldChar w:fldCharType="begin"/>
        </w:r>
        <w:r w:rsidR="00CD2AC0">
          <w:rPr>
            <w:webHidden/>
          </w:rPr>
          <w:instrText xml:space="preserve"> PAGEREF _Toc124414115 \h </w:instrText>
        </w:r>
        <w:r w:rsidR="00CD2AC0">
          <w:rPr>
            <w:webHidden/>
          </w:rPr>
        </w:r>
        <w:r w:rsidR="00CD2AC0">
          <w:rPr>
            <w:webHidden/>
          </w:rPr>
          <w:fldChar w:fldCharType="separate"/>
        </w:r>
        <w:r w:rsidR="00CD2AC0">
          <w:rPr>
            <w:webHidden/>
          </w:rPr>
          <w:t>4</w:t>
        </w:r>
        <w:r w:rsidR="00CD2AC0">
          <w:rPr>
            <w:webHidden/>
          </w:rPr>
          <w:fldChar w:fldCharType="end"/>
        </w:r>
      </w:hyperlink>
    </w:p>
    <w:p w14:paraId="3559C27E" w14:textId="7CDF085F" w:rsidR="00CD2AC0" w:rsidRDefault="00CE15A6">
      <w:pPr>
        <w:pStyle w:val="TM1"/>
        <w:rPr>
          <w:rFonts w:asciiTheme="minorHAnsi" w:eastAsiaTheme="minorEastAsia" w:hAnsiTheme="minorHAnsi" w:cstheme="minorBidi"/>
          <w:b w:val="0"/>
          <w:bCs w:val="0"/>
          <w:caps w:val="0"/>
          <w:kern w:val="0"/>
          <w:sz w:val="22"/>
          <w:szCs w:val="22"/>
        </w:rPr>
      </w:pPr>
      <w:hyperlink w:anchor="_Toc124414116" w:history="1">
        <w:r w:rsidR="00CD2AC0" w:rsidRPr="001C4956">
          <w:rPr>
            <w:rStyle w:val="Lienhypertexte"/>
          </w:rPr>
          <w:t>article 3 - pré-requis</w:t>
        </w:r>
        <w:r w:rsidR="00CD2AC0">
          <w:rPr>
            <w:webHidden/>
          </w:rPr>
          <w:tab/>
        </w:r>
        <w:r w:rsidR="00CD2AC0">
          <w:rPr>
            <w:webHidden/>
          </w:rPr>
          <w:fldChar w:fldCharType="begin"/>
        </w:r>
        <w:r w:rsidR="00CD2AC0">
          <w:rPr>
            <w:webHidden/>
          </w:rPr>
          <w:instrText xml:space="preserve"> PAGEREF _Toc124414116 \h </w:instrText>
        </w:r>
        <w:r w:rsidR="00CD2AC0">
          <w:rPr>
            <w:webHidden/>
          </w:rPr>
        </w:r>
        <w:r w:rsidR="00CD2AC0">
          <w:rPr>
            <w:webHidden/>
          </w:rPr>
          <w:fldChar w:fldCharType="separate"/>
        </w:r>
        <w:r w:rsidR="00CD2AC0">
          <w:rPr>
            <w:webHidden/>
          </w:rPr>
          <w:t>5</w:t>
        </w:r>
        <w:r w:rsidR="00CD2AC0">
          <w:rPr>
            <w:webHidden/>
          </w:rPr>
          <w:fldChar w:fldCharType="end"/>
        </w:r>
      </w:hyperlink>
    </w:p>
    <w:p w14:paraId="4F872401" w14:textId="3D3AA3A3" w:rsidR="00CD2AC0" w:rsidRDefault="00CE15A6">
      <w:pPr>
        <w:pStyle w:val="TM1"/>
        <w:rPr>
          <w:rFonts w:asciiTheme="minorHAnsi" w:eastAsiaTheme="minorEastAsia" w:hAnsiTheme="minorHAnsi" w:cstheme="minorBidi"/>
          <w:b w:val="0"/>
          <w:bCs w:val="0"/>
          <w:caps w:val="0"/>
          <w:kern w:val="0"/>
          <w:sz w:val="22"/>
          <w:szCs w:val="22"/>
        </w:rPr>
      </w:pPr>
      <w:hyperlink w:anchor="_Toc124414117" w:history="1">
        <w:r w:rsidR="00CD2AC0" w:rsidRPr="001C4956">
          <w:rPr>
            <w:rStyle w:val="Lienhypertexte"/>
          </w:rPr>
          <w:t>article 4 - informations sur le déploiement</w:t>
        </w:r>
        <w:r w:rsidR="00CD2AC0">
          <w:rPr>
            <w:webHidden/>
          </w:rPr>
          <w:tab/>
        </w:r>
        <w:r w:rsidR="00CD2AC0">
          <w:rPr>
            <w:webHidden/>
          </w:rPr>
          <w:fldChar w:fldCharType="begin"/>
        </w:r>
        <w:r w:rsidR="00CD2AC0">
          <w:rPr>
            <w:webHidden/>
          </w:rPr>
          <w:instrText xml:space="preserve"> PAGEREF _Toc124414117 \h </w:instrText>
        </w:r>
        <w:r w:rsidR="00CD2AC0">
          <w:rPr>
            <w:webHidden/>
          </w:rPr>
        </w:r>
        <w:r w:rsidR="00CD2AC0">
          <w:rPr>
            <w:webHidden/>
          </w:rPr>
          <w:fldChar w:fldCharType="separate"/>
        </w:r>
        <w:r w:rsidR="00CD2AC0">
          <w:rPr>
            <w:webHidden/>
          </w:rPr>
          <w:t>5</w:t>
        </w:r>
        <w:r w:rsidR="00CD2AC0">
          <w:rPr>
            <w:webHidden/>
          </w:rPr>
          <w:fldChar w:fldCharType="end"/>
        </w:r>
      </w:hyperlink>
    </w:p>
    <w:p w14:paraId="0E7D181A" w14:textId="5164BFEE"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18" w:history="1">
        <w:r w:rsidR="00CD2AC0" w:rsidRPr="001C4956">
          <w:rPr>
            <w:rStyle w:val="Lienhypertexte"/>
            <w:noProof/>
          </w:rPr>
          <w:t>4.1 information sur la couverture de l’Offre</w:t>
        </w:r>
        <w:r w:rsidR="00CD2AC0">
          <w:rPr>
            <w:noProof/>
            <w:webHidden/>
          </w:rPr>
          <w:tab/>
        </w:r>
        <w:r w:rsidR="00CD2AC0">
          <w:rPr>
            <w:noProof/>
            <w:webHidden/>
          </w:rPr>
          <w:fldChar w:fldCharType="begin"/>
        </w:r>
        <w:r w:rsidR="00CD2AC0">
          <w:rPr>
            <w:noProof/>
            <w:webHidden/>
          </w:rPr>
          <w:instrText xml:space="preserve"> PAGEREF _Toc124414118 \h </w:instrText>
        </w:r>
        <w:r w:rsidR="00CD2AC0">
          <w:rPr>
            <w:noProof/>
            <w:webHidden/>
          </w:rPr>
        </w:r>
        <w:r w:rsidR="00CD2AC0">
          <w:rPr>
            <w:noProof/>
            <w:webHidden/>
          </w:rPr>
          <w:fldChar w:fldCharType="separate"/>
        </w:r>
        <w:r w:rsidR="00CD2AC0">
          <w:rPr>
            <w:noProof/>
            <w:webHidden/>
          </w:rPr>
          <w:t>6</w:t>
        </w:r>
        <w:r w:rsidR="00CD2AC0">
          <w:rPr>
            <w:noProof/>
            <w:webHidden/>
          </w:rPr>
          <w:fldChar w:fldCharType="end"/>
        </w:r>
      </w:hyperlink>
    </w:p>
    <w:p w14:paraId="701259D6" w14:textId="2362C27D"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19" w:history="1">
        <w:r w:rsidR="00CD2AC0" w:rsidRPr="001C4956">
          <w:rPr>
            <w:rStyle w:val="Lienhypertexte"/>
            <w:noProof/>
          </w:rPr>
          <w:t>4.2 service d’éligibilité</w:t>
        </w:r>
        <w:r w:rsidR="00CD2AC0">
          <w:rPr>
            <w:noProof/>
            <w:webHidden/>
          </w:rPr>
          <w:tab/>
        </w:r>
        <w:r w:rsidR="00CD2AC0">
          <w:rPr>
            <w:noProof/>
            <w:webHidden/>
          </w:rPr>
          <w:fldChar w:fldCharType="begin"/>
        </w:r>
        <w:r w:rsidR="00CD2AC0">
          <w:rPr>
            <w:noProof/>
            <w:webHidden/>
          </w:rPr>
          <w:instrText xml:space="preserve"> PAGEREF _Toc124414119 \h </w:instrText>
        </w:r>
        <w:r w:rsidR="00CD2AC0">
          <w:rPr>
            <w:noProof/>
            <w:webHidden/>
          </w:rPr>
        </w:r>
        <w:r w:rsidR="00CD2AC0">
          <w:rPr>
            <w:noProof/>
            <w:webHidden/>
          </w:rPr>
          <w:fldChar w:fldCharType="separate"/>
        </w:r>
        <w:r w:rsidR="00CD2AC0">
          <w:rPr>
            <w:noProof/>
            <w:webHidden/>
          </w:rPr>
          <w:t>6</w:t>
        </w:r>
        <w:r w:rsidR="00CD2AC0">
          <w:rPr>
            <w:noProof/>
            <w:webHidden/>
          </w:rPr>
          <w:fldChar w:fldCharType="end"/>
        </w:r>
      </w:hyperlink>
    </w:p>
    <w:p w14:paraId="0B0D5005" w14:textId="7574D8BF" w:rsidR="00CD2AC0" w:rsidRDefault="00CE15A6">
      <w:pPr>
        <w:pStyle w:val="TM1"/>
        <w:rPr>
          <w:rFonts w:asciiTheme="minorHAnsi" w:eastAsiaTheme="minorEastAsia" w:hAnsiTheme="minorHAnsi" w:cstheme="minorBidi"/>
          <w:b w:val="0"/>
          <w:bCs w:val="0"/>
          <w:caps w:val="0"/>
          <w:kern w:val="0"/>
          <w:sz w:val="22"/>
          <w:szCs w:val="22"/>
        </w:rPr>
      </w:pPr>
      <w:hyperlink w:anchor="_Toc124414120" w:history="1">
        <w:r w:rsidR="00CD2AC0" w:rsidRPr="001C4956">
          <w:rPr>
            <w:rStyle w:val="Lienhypertexte"/>
          </w:rPr>
          <w:t>article 5 - description de l’Offre</w:t>
        </w:r>
        <w:r w:rsidR="00CD2AC0">
          <w:rPr>
            <w:webHidden/>
          </w:rPr>
          <w:tab/>
        </w:r>
        <w:r w:rsidR="00CD2AC0">
          <w:rPr>
            <w:webHidden/>
          </w:rPr>
          <w:fldChar w:fldCharType="begin"/>
        </w:r>
        <w:r w:rsidR="00CD2AC0">
          <w:rPr>
            <w:webHidden/>
          </w:rPr>
          <w:instrText xml:space="preserve"> PAGEREF _Toc124414120 \h </w:instrText>
        </w:r>
        <w:r w:rsidR="00CD2AC0">
          <w:rPr>
            <w:webHidden/>
          </w:rPr>
        </w:r>
        <w:r w:rsidR="00CD2AC0">
          <w:rPr>
            <w:webHidden/>
          </w:rPr>
          <w:fldChar w:fldCharType="separate"/>
        </w:r>
        <w:r w:rsidR="00CD2AC0">
          <w:rPr>
            <w:webHidden/>
          </w:rPr>
          <w:t>6</w:t>
        </w:r>
        <w:r w:rsidR="00CD2AC0">
          <w:rPr>
            <w:webHidden/>
          </w:rPr>
          <w:fldChar w:fldCharType="end"/>
        </w:r>
      </w:hyperlink>
    </w:p>
    <w:p w14:paraId="18C38B3D" w14:textId="0F62CD81" w:rsidR="00CD2AC0" w:rsidRDefault="00CE15A6">
      <w:pPr>
        <w:pStyle w:val="TM1"/>
        <w:rPr>
          <w:rFonts w:asciiTheme="minorHAnsi" w:eastAsiaTheme="minorEastAsia" w:hAnsiTheme="minorHAnsi" w:cstheme="minorBidi"/>
          <w:b w:val="0"/>
          <w:bCs w:val="0"/>
          <w:caps w:val="0"/>
          <w:kern w:val="0"/>
          <w:sz w:val="22"/>
          <w:szCs w:val="22"/>
        </w:rPr>
      </w:pPr>
      <w:hyperlink w:anchor="_Toc124414121" w:history="1">
        <w:r w:rsidR="00CD2AC0" w:rsidRPr="001C4956">
          <w:rPr>
            <w:rStyle w:val="Lienhypertexte"/>
          </w:rPr>
          <w:t>article 6 - processus de commande de l’Offre</w:t>
        </w:r>
        <w:r w:rsidR="00CD2AC0">
          <w:rPr>
            <w:webHidden/>
          </w:rPr>
          <w:tab/>
        </w:r>
        <w:r w:rsidR="00CD2AC0">
          <w:rPr>
            <w:webHidden/>
          </w:rPr>
          <w:fldChar w:fldCharType="begin"/>
        </w:r>
        <w:r w:rsidR="00CD2AC0">
          <w:rPr>
            <w:webHidden/>
          </w:rPr>
          <w:instrText xml:space="preserve"> PAGEREF _Toc124414121 \h </w:instrText>
        </w:r>
        <w:r w:rsidR="00CD2AC0">
          <w:rPr>
            <w:webHidden/>
          </w:rPr>
        </w:r>
        <w:r w:rsidR="00CD2AC0">
          <w:rPr>
            <w:webHidden/>
          </w:rPr>
          <w:fldChar w:fldCharType="separate"/>
        </w:r>
        <w:r w:rsidR="00CD2AC0">
          <w:rPr>
            <w:webHidden/>
          </w:rPr>
          <w:t>6</w:t>
        </w:r>
        <w:r w:rsidR="00CD2AC0">
          <w:rPr>
            <w:webHidden/>
          </w:rPr>
          <w:fldChar w:fldCharType="end"/>
        </w:r>
      </w:hyperlink>
    </w:p>
    <w:p w14:paraId="20C15836" w14:textId="3DC8D087"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22" w:history="1">
        <w:r w:rsidR="00CD2AC0" w:rsidRPr="001C4956">
          <w:rPr>
            <w:rStyle w:val="Lienhypertexte"/>
            <w:noProof/>
          </w:rPr>
          <w:t>6.1 prérequis</w:t>
        </w:r>
        <w:r w:rsidR="00CD2AC0">
          <w:rPr>
            <w:noProof/>
            <w:webHidden/>
          </w:rPr>
          <w:tab/>
        </w:r>
        <w:r w:rsidR="00CD2AC0">
          <w:rPr>
            <w:noProof/>
            <w:webHidden/>
          </w:rPr>
          <w:fldChar w:fldCharType="begin"/>
        </w:r>
        <w:r w:rsidR="00CD2AC0">
          <w:rPr>
            <w:noProof/>
            <w:webHidden/>
          </w:rPr>
          <w:instrText xml:space="preserve"> PAGEREF _Toc124414122 \h </w:instrText>
        </w:r>
        <w:r w:rsidR="00CD2AC0">
          <w:rPr>
            <w:noProof/>
            <w:webHidden/>
          </w:rPr>
        </w:r>
        <w:r w:rsidR="00CD2AC0">
          <w:rPr>
            <w:noProof/>
            <w:webHidden/>
          </w:rPr>
          <w:fldChar w:fldCharType="separate"/>
        </w:r>
        <w:r w:rsidR="00CD2AC0">
          <w:rPr>
            <w:noProof/>
            <w:webHidden/>
          </w:rPr>
          <w:t>6</w:t>
        </w:r>
        <w:r w:rsidR="00CD2AC0">
          <w:rPr>
            <w:noProof/>
            <w:webHidden/>
          </w:rPr>
          <w:fldChar w:fldCharType="end"/>
        </w:r>
      </w:hyperlink>
    </w:p>
    <w:p w14:paraId="3461DA2C" w14:textId="3CE127FD"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23" w:history="1">
        <w:r w:rsidR="00CD2AC0" w:rsidRPr="001C4956">
          <w:rPr>
            <w:rStyle w:val="Lienhypertexte"/>
            <w:noProof/>
          </w:rPr>
          <w:t>6.2 prévisions de commande</w:t>
        </w:r>
        <w:r w:rsidR="00CD2AC0">
          <w:rPr>
            <w:noProof/>
            <w:webHidden/>
          </w:rPr>
          <w:tab/>
        </w:r>
        <w:r w:rsidR="00CD2AC0">
          <w:rPr>
            <w:noProof/>
            <w:webHidden/>
          </w:rPr>
          <w:fldChar w:fldCharType="begin"/>
        </w:r>
        <w:r w:rsidR="00CD2AC0">
          <w:rPr>
            <w:noProof/>
            <w:webHidden/>
          </w:rPr>
          <w:instrText xml:space="preserve"> PAGEREF _Toc124414123 \h </w:instrText>
        </w:r>
        <w:r w:rsidR="00CD2AC0">
          <w:rPr>
            <w:noProof/>
            <w:webHidden/>
          </w:rPr>
        </w:r>
        <w:r w:rsidR="00CD2AC0">
          <w:rPr>
            <w:noProof/>
            <w:webHidden/>
          </w:rPr>
          <w:fldChar w:fldCharType="separate"/>
        </w:r>
        <w:r w:rsidR="00CD2AC0">
          <w:rPr>
            <w:noProof/>
            <w:webHidden/>
          </w:rPr>
          <w:t>7</w:t>
        </w:r>
        <w:r w:rsidR="00CD2AC0">
          <w:rPr>
            <w:noProof/>
            <w:webHidden/>
          </w:rPr>
          <w:fldChar w:fldCharType="end"/>
        </w:r>
      </w:hyperlink>
    </w:p>
    <w:p w14:paraId="28FB998F" w14:textId="419BE6ED"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24" w:history="1">
        <w:r w:rsidR="00CD2AC0" w:rsidRPr="001C4956">
          <w:rPr>
            <w:rStyle w:val="Lienhypertexte"/>
            <w:noProof/>
          </w:rPr>
          <w:t>6.3 commande</w:t>
        </w:r>
        <w:r w:rsidR="00CD2AC0">
          <w:rPr>
            <w:noProof/>
            <w:webHidden/>
          </w:rPr>
          <w:tab/>
        </w:r>
        <w:r w:rsidR="00CD2AC0">
          <w:rPr>
            <w:noProof/>
            <w:webHidden/>
          </w:rPr>
          <w:fldChar w:fldCharType="begin"/>
        </w:r>
        <w:r w:rsidR="00CD2AC0">
          <w:rPr>
            <w:noProof/>
            <w:webHidden/>
          </w:rPr>
          <w:instrText xml:space="preserve"> PAGEREF _Toc124414124 \h </w:instrText>
        </w:r>
        <w:r w:rsidR="00CD2AC0">
          <w:rPr>
            <w:noProof/>
            <w:webHidden/>
          </w:rPr>
        </w:r>
        <w:r w:rsidR="00CD2AC0">
          <w:rPr>
            <w:noProof/>
            <w:webHidden/>
          </w:rPr>
          <w:fldChar w:fldCharType="separate"/>
        </w:r>
        <w:r w:rsidR="00CD2AC0">
          <w:rPr>
            <w:noProof/>
            <w:webHidden/>
          </w:rPr>
          <w:t>7</w:t>
        </w:r>
        <w:r w:rsidR="00CD2AC0">
          <w:rPr>
            <w:noProof/>
            <w:webHidden/>
          </w:rPr>
          <w:fldChar w:fldCharType="end"/>
        </w:r>
      </w:hyperlink>
    </w:p>
    <w:p w14:paraId="573ED90A" w14:textId="793AF1D3" w:rsidR="00CD2AC0" w:rsidRDefault="00CE15A6">
      <w:pPr>
        <w:pStyle w:val="TM1"/>
        <w:rPr>
          <w:rFonts w:asciiTheme="minorHAnsi" w:eastAsiaTheme="minorEastAsia" w:hAnsiTheme="minorHAnsi" w:cstheme="minorBidi"/>
          <w:b w:val="0"/>
          <w:bCs w:val="0"/>
          <w:caps w:val="0"/>
          <w:kern w:val="0"/>
          <w:sz w:val="22"/>
          <w:szCs w:val="22"/>
        </w:rPr>
      </w:pPr>
      <w:hyperlink w:anchor="_Toc124414125" w:history="1">
        <w:r w:rsidR="00CD2AC0" w:rsidRPr="001C4956">
          <w:rPr>
            <w:rStyle w:val="Lienhypertexte"/>
          </w:rPr>
          <w:t>article 7 - mise à disposition de l’Offre</w:t>
        </w:r>
        <w:r w:rsidR="00CD2AC0">
          <w:rPr>
            <w:webHidden/>
          </w:rPr>
          <w:tab/>
        </w:r>
        <w:r w:rsidR="00CD2AC0">
          <w:rPr>
            <w:webHidden/>
          </w:rPr>
          <w:fldChar w:fldCharType="begin"/>
        </w:r>
        <w:r w:rsidR="00CD2AC0">
          <w:rPr>
            <w:webHidden/>
          </w:rPr>
          <w:instrText xml:space="preserve"> PAGEREF _Toc124414125 \h </w:instrText>
        </w:r>
        <w:r w:rsidR="00CD2AC0">
          <w:rPr>
            <w:webHidden/>
          </w:rPr>
        </w:r>
        <w:r w:rsidR="00CD2AC0">
          <w:rPr>
            <w:webHidden/>
          </w:rPr>
          <w:fldChar w:fldCharType="separate"/>
        </w:r>
        <w:r w:rsidR="00CD2AC0">
          <w:rPr>
            <w:webHidden/>
          </w:rPr>
          <w:t>7</w:t>
        </w:r>
        <w:r w:rsidR="00CD2AC0">
          <w:rPr>
            <w:webHidden/>
          </w:rPr>
          <w:fldChar w:fldCharType="end"/>
        </w:r>
      </w:hyperlink>
    </w:p>
    <w:p w14:paraId="21194986" w14:textId="00BC393B"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26" w:history="1">
        <w:r w:rsidR="00CD2AC0" w:rsidRPr="001C4956">
          <w:rPr>
            <w:rStyle w:val="Lienhypertexte"/>
            <w:noProof/>
          </w:rPr>
          <w:t>7.1 mise à disposition d’un Accès FTTE passif PM</w:t>
        </w:r>
        <w:r w:rsidR="00CD2AC0">
          <w:rPr>
            <w:noProof/>
            <w:webHidden/>
          </w:rPr>
          <w:tab/>
        </w:r>
        <w:r w:rsidR="00CD2AC0">
          <w:rPr>
            <w:noProof/>
            <w:webHidden/>
          </w:rPr>
          <w:fldChar w:fldCharType="begin"/>
        </w:r>
        <w:r w:rsidR="00CD2AC0">
          <w:rPr>
            <w:noProof/>
            <w:webHidden/>
          </w:rPr>
          <w:instrText xml:space="preserve"> PAGEREF _Toc124414126 \h </w:instrText>
        </w:r>
        <w:r w:rsidR="00CD2AC0">
          <w:rPr>
            <w:noProof/>
            <w:webHidden/>
          </w:rPr>
        </w:r>
        <w:r w:rsidR="00CD2AC0">
          <w:rPr>
            <w:noProof/>
            <w:webHidden/>
          </w:rPr>
          <w:fldChar w:fldCharType="separate"/>
        </w:r>
        <w:r w:rsidR="00CD2AC0">
          <w:rPr>
            <w:noProof/>
            <w:webHidden/>
          </w:rPr>
          <w:t>8</w:t>
        </w:r>
        <w:r w:rsidR="00CD2AC0">
          <w:rPr>
            <w:noProof/>
            <w:webHidden/>
          </w:rPr>
          <w:fldChar w:fldCharType="end"/>
        </w:r>
      </w:hyperlink>
    </w:p>
    <w:p w14:paraId="62265AF1" w14:textId="785956E7" w:rsidR="00CD2AC0" w:rsidRDefault="00CE15A6">
      <w:pPr>
        <w:pStyle w:val="TM3"/>
        <w:tabs>
          <w:tab w:val="right" w:leader="dot" w:pos="9854"/>
        </w:tabs>
        <w:rPr>
          <w:rFonts w:asciiTheme="minorHAnsi" w:eastAsiaTheme="minorEastAsia" w:hAnsiTheme="minorHAnsi" w:cstheme="minorBidi"/>
          <w:i w:val="0"/>
          <w:iCs w:val="0"/>
          <w:noProof/>
          <w:sz w:val="22"/>
          <w:szCs w:val="22"/>
        </w:rPr>
      </w:pPr>
      <w:hyperlink w:anchor="_Toc124414127" w:history="1">
        <w:r w:rsidR="00CD2AC0" w:rsidRPr="001C4956">
          <w:rPr>
            <w:rStyle w:val="Lienhypertexte"/>
            <w:noProof/>
          </w:rPr>
          <w:t>7.1.1 câblage interne sur site Client Final</w:t>
        </w:r>
        <w:r w:rsidR="00CD2AC0">
          <w:rPr>
            <w:noProof/>
            <w:webHidden/>
          </w:rPr>
          <w:tab/>
        </w:r>
        <w:r w:rsidR="00CD2AC0">
          <w:rPr>
            <w:noProof/>
            <w:webHidden/>
          </w:rPr>
          <w:fldChar w:fldCharType="begin"/>
        </w:r>
        <w:r w:rsidR="00CD2AC0">
          <w:rPr>
            <w:noProof/>
            <w:webHidden/>
          </w:rPr>
          <w:instrText xml:space="preserve"> PAGEREF _Toc124414127 \h </w:instrText>
        </w:r>
        <w:r w:rsidR="00CD2AC0">
          <w:rPr>
            <w:noProof/>
            <w:webHidden/>
          </w:rPr>
        </w:r>
        <w:r w:rsidR="00CD2AC0">
          <w:rPr>
            <w:noProof/>
            <w:webHidden/>
          </w:rPr>
          <w:fldChar w:fldCharType="separate"/>
        </w:r>
        <w:r w:rsidR="00CD2AC0">
          <w:rPr>
            <w:noProof/>
            <w:webHidden/>
          </w:rPr>
          <w:t>8</w:t>
        </w:r>
        <w:r w:rsidR="00CD2AC0">
          <w:rPr>
            <w:noProof/>
            <w:webHidden/>
          </w:rPr>
          <w:fldChar w:fldCharType="end"/>
        </w:r>
      </w:hyperlink>
    </w:p>
    <w:p w14:paraId="747BB167" w14:textId="3BF97EDD" w:rsidR="00CD2AC0" w:rsidRDefault="00CE15A6">
      <w:pPr>
        <w:pStyle w:val="TM3"/>
        <w:tabs>
          <w:tab w:val="right" w:leader="dot" w:pos="9854"/>
        </w:tabs>
        <w:rPr>
          <w:rFonts w:asciiTheme="minorHAnsi" w:eastAsiaTheme="minorEastAsia" w:hAnsiTheme="minorHAnsi" w:cstheme="minorBidi"/>
          <w:i w:val="0"/>
          <w:iCs w:val="0"/>
          <w:noProof/>
          <w:sz w:val="22"/>
          <w:szCs w:val="22"/>
        </w:rPr>
      </w:pPr>
      <w:hyperlink w:anchor="_Toc124414128" w:history="1">
        <w:r w:rsidR="00CD2AC0" w:rsidRPr="001C4956">
          <w:rPr>
            <w:rStyle w:val="Lienhypertexte"/>
            <w:noProof/>
          </w:rPr>
          <w:t>7.1.2 délai de mise à disposition d’un Accès FTTE passif PM</w:t>
        </w:r>
        <w:r w:rsidR="00CD2AC0">
          <w:rPr>
            <w:noProof/>
            <w:webHidden/>
          </w:rPr>
          <w:tab/>
        </w:r>
        <w:r w:rsidR="00CD2AC0">
          <w:rPr>
            <w:noProof/>
            <w:webHidden/>
          </w:rPr>
          <w:fldChar w:fldCharType="begin"/>
        </w:r>
        <w:r w:rsidR="00CD2AC0">
          <w:rPr>
            <w:noProof/>
            <w:webHidden/>
          </w:rPr>
          <w:instrText xml:space="preserve"> PAGEREF _Toc124414128 \h </w:instrText>
        </w:r>
        <w:r w:rsidR="00CD2AC0">
          <w:rPr>
            <w:noProof/>
            <w:webHidden/>
          </w:rPr>
        </w:r>
        <w:r w:rsidR="00CD2AC0">
          <w:rPr>
            <w:noProof/>
            <w:webHidden/>
          </w:rPr>
          <w:fldChar w:fldCharType="separate"/>
        </w:r>
        <w:r w:rsidR="00CD2AC0">
          <w:rPr>
            <w:noProof/>
            <w:webHidden/>
          </w:rPr>
          <w:t>9</w:t>
        </w:r>
        <w:r w:rsidR="00CD2AC0">
          <w:rPr>
            <w:noProof/>
            <w:webHidden/>
          </w:rPr>
          <w:fldChar w:fldCharType="end"/>
        </w:r>
      </w:hyperlink>
    </w:p>
    <w:p w14:paraId="4851C529" w14:textId="5B182506" w:rsidR="00CD2AC0" w:rsidRDefault="00CE15A6">
      <w:pPr>
        <w:pStyle w:val="TM3"/>
        <w:tabs>
          <w:tab w:val="right" w:leader="dot" w:pos="9854"/>
        </w:tabs>
        <w:rPr>
          <w:rFonts w:asciiTheme="minorHAnsi" w:eastAsiaTheme="minorEastAsia" w:hAnsiTheme="minorHAnsi" w:cstheme="minorBidi"/>
          <w:i w:val="0"/>
          <w:iCs w:val="0"/>
          <w:noProof/>
          <w:sz w:val="22"/>
          <w:szCs w:val="22"/>
        </w:rPr>
      </w:pPr>
      <w:hyperlink w:anchor="_Toc124414129" w:history="1">
        <w:r w:rsidR="00CD2AC0" w:rsidRPr="001C4956">
          <w:rPr>
            <w:rStyle w:val="Lienhypertexte"/>
            <w:noProof/>
          </w:rPr>
          <w:t>7.1.3 retard de mise à disposition des Accès</w:t>
        </w:r>
        <w:r w:rsidR="00CD2AC0">
          <w:rPr>
            <w:noProof/>
            <w:webHidden/>
          </w:rPr>
          <w:tab/>
        </w:r>
        <w:r w:rsidR="00CD2AC0">
          <w:rPr>
            <w:noProof/>
            <w:webHidden/>
          </w:rPr>
          <w:fldChar w:fldCharType="begin"/>
        </w:r>
        <w:r w:rsidR="00CD2AC0">
          <w:rPr>
            <w:noProof/>
            <w:webHidden/>
          </w:rPr>
          <w:instrText xml:space="preserve"> PAGEREF _Toc124414129 \h </w:instrText>
        </w:r>
        <w:r w:rsidR="00CD2AC0">
          <w:rPr>
            <w:noProof/>
            <w:webHidden/>
          </w:rPr>
        </w:r>
        <w:r w:rsidR="00CD2AC0">
          <w:rPr>
            <w:noProof/>
            <w:webHidden/>
          </w:rPr>
          <w:fldChar w:fldCharType="separate"/>
        </w:r>
        <w:r w:rsidR="00CD2AC0">
          <w:rPr>
            <w:noProof/>
            <w:webHidden/>
          </w:rPr>
          <w:t>9</w:t>
        </w:r>
        <w:r w:rsidR="00CD2AC0">
          <w:rPr>
            <w:noProof/>
            <w:webHidden/>
          </w:rPr>
          <w:fldChar w:fldCharType="end"/>
        </w:r>
      </w:hyperlink>
    </w:p>
    <w:p w14:paraId="0405A2C5" w14:textId="5A0601C8" w:rsidR="00CD2AC0" w:rsidRDefault="00CE15A6">
      <w:pPr>
        <w:pStyle w:val="TM3"/>
        <w:tabs>
          <w:tab w:val="right" w:leader="dot" w:pos="9854"/>
        </w:tabs>
        <w:rPr>
          <w:rFonts w:asciiTheme="minorHAnsi" w:eastAsiaTheme="minorEastAsia" w:hAnsiTheme="minorHAnsi" w:cstheme="minorBidi"/>
          <w:i w:val="0"/>
          <w:iCs w:val="0"/>
          <w:noProof/>
          <w:sz w:val="22"/>
          <w:szCs w:val="22"/>
        </w:rPr>
      </w:pPr>
      <w:hyperlink w:anchor="_Toc124414130" w:history="1">
        <w:r w:rsidR="00CD2AC0" w:rsidRPr="001C4956">
          <w:rPr>
            <w:rStyle w:val="Lienhypertexte"/>
            <w:noProof/>
          </w:rPr>
          <w:t>7.1.4 processus de livraison des Accès</w:t>
        </w:r>
        <w:r w:rsidR="00CD2AC0">
          <w:rPr>
            <w:noProof/>
            <w:webHidden/>
          </w:rPr>
          <w:tab/>
        </w:r>
        <w:r w:rsidR="00CD2AC0">
          <w:rPr>
            <w:noProof/>
            <w:webHidden/>
          </w:rPr>
          <w:fldChar w:fldCharType="begin"/>
        </w:r>
        <w:r w:rsidR="00CD2AC0">
          <w:rPr>
            <w:noProof/>
            <w:webHidden/>
          </w:rPr>
          <w:instrText xml:space="preserve"> PAGEREF _Toc124414130 \h </w:instrText>
        </w:r>
        <w:r w:rsidR="00CD2AC0">
          <w:rPr>
            <w:noProof/>
            <w:webHidden/>
          </w:rPr>
        </w:r>
        <w:r w:rsidR="00CD2AC0">
          <w:rPr>
            <w:noProof/>
            <w:webHidden/>
          </w:rPr>
          <w:fldChar w:fldCharType="separate"/>
        </w:r>
        <w:r w:rsidR="00CD2AC0">
          <w:rPr>
            <w:noProof/>
            <w:webHidden/>
          </w:rPr>
          <w:t>11</w:t>
        </w:r>
        <w:r w:rsidR="00CD2AC0">
          <w:rPr>
            <w:noProof/>
            <w:webHidden/>
          </w:rPr>
          <w:fldChar w:fldCharType="end"/>
        </w:r>
      </w:hyperlink>
    </w:p>
    <w:p w14:paraId="6742101E" w14:textId="7B53A879" w:rsidR="00CD2AC0" w:rsidRDefault="00CE15A6">
      <w:pPr>
        <w:pStyle w:val="TM3"/>
        <w:tabs>
          <w:tab w:val="right" w:leader="dot" w:pos="9854"/>
        </w:tabs>
        <w:rPr>
          <w:rFonts w:asciiTheme="minorHAnsi" w:eastAsiaTheme="minorEastAsia" w:hAnsiTheme="minorHAnsi" w:cstheme="minorBidi"/>
          <w:i w:val="0"/>
          <w:iCs w:val="0"/>
          <w:noProof/>
          <w:sz w:val="22"/>
          <w:szCs w:val="22"/>
        </w:rPr>
      </w:pPr>
      <w:hyperlink w:anchor="_Toc124414131" w:history="1">
        <w:r w:rsidR="00CD2AC0" w:rsidRPr="001C4956">
          <w:rPr>
            <w:rStyle w:val="Lienhypertexte"/>
            <w:noProof/>
          </w:rPr>
          <w:t>7.1.5 mise à disposition avec Difficulté Exceptionnelle de Construction</w:t>
        </w:r>
        <w:r w:rsidR="00CD2AC0">
          <w:rPr>
            <w:noProof/>
            <w:webHidden/>
          </w:rPr>
          <w:tab/>
        </w:r>
        <w:r w:rsidR="00CD2AC0">
          <w:rPr>
            <w:noProof/>
            <w:webHidden/>
          </w:rPr>
          <w:fldChar w:fldCharType="begin"/>
        </w:r>
        <w:r w:rsidR="00CD2AC0">
          <w:rPr>
            <w:noProof/>
            <w:webHidden/>
          </w:rPr>
          <w:instrText xml:space="preserve"> PAGEREF _Toc124414131 \h </w:instrText>
        </w:r>
        <w:r w:rsidR="00CD2AC0">
          <w:rPr>
            <w:noProof/>
            <w:webHidden/>
          </w:rPr>
        </w:r>
        <w:r w:rsidR="00CD2AC0">
          <w:rPr>
            <w:noProof/>
            <w:webHidden/>
          </w:rPr>
          <w:fldChar w:fldCharType="separate"/>
        </w:r>
        <w:r w:rsidR="00CD2AC0">
          <w:rPr>
            <w:noProof/>
            <w:webHidden/>
          </w:rPr>
          <w:t>11</w:t>
        </w:r>
        <w:r w:rsidR="00CD2AC0">
          <w:rPr>
            <w:noProof/>
            <w:webHidden/>
          </w:rPr>
          <w:fldChar w:fldCharType="end"/>
        </w:r>
      </w:hyperlink>
    </w:p>
    <w:p w14:paraId="6C7143B6" w14:textId="34EFBC64" w:rsidR="00CD2AC0" w:rsidRDefault="00CE15A6">
      <w:pPr>
        <w:pStyle w:val="TM1"/>
        <w:rPr>
          <w:rFonts w:asciiTheme="minorHAnsi" w:eastAsiaTheme="minorEastAsia" w:hAnsiTheme="minorHAnsi" w:cstheme="minorBidi"/>
          <w:b w:val="0"/>
          <w:bCs w:val="0"/>
          <w:caps w:val="0"/>
          <w:kern w:val="0"/>
          <w:sz w:val="22"/>
          <w:szCs w:val="22"/>
        </w:rPr>
      </w:pPr>
      <w:hyperlink w:anchor="_Toc124414132" w:history="1">
        <w:r w:rsidR="00CD2AC0" w:rsidRPr="001C4956">
          <w:rPr>
            <w:rStyle w:val="Lienhypertexte"/>
          </w:rPr>
          <w:t>article 8 - service après-vente</w:t>
        </w:r>
        <w:r w:rsidR="00CD2AC0">
          <w:rPr>
            <w:webHidden/>
          </w:rPr>
          <w:tab/>
        </w:r>
        <w:r w:rsidR="00CD2AC0">
          <w:rPr>
            <w:webHidden/>
          </w:rPr>
          <w:fldChar w:fldCharType="begin"/>
        </w:r>
        <w:r w:rsidR="00CD2AC0">
          <w:rPr>
            <w:webHidden/>
          </w:rPr>
          <w:instrText xml:space="preserve"> PAGEREF _Toc124414132 \h </w:instrText>
        </w:r>
        <w:r w:rsidR="00CD2AC0">
          <w:rPr>
            <w:webHidden/>
          </w:rPr>
        </w:r>
        <w:r w:rsidR="00CD2AC0">
          <w:rPr>
            <w:webHidden/>
          </w:rPr>
          <w:fldChar w:fldCharType="separate"/>
        </w:r>
        <w:r w:rsidR="00CD2AC0">
          <w:rPr>
            <w:webHidden/>
          </w:rPr>
          <w:t>12</w:t>
        </w:r>
        <w:r w:rsidR="00CD2AC0">
          <w:rPr>
            <w:webHidden/>
          </w:rPr>
          <w:fldChar w:fldCharType="end"/>
        </w:r>
      </w:hyperlink>
    </w:p>
    <w:p w14:paraId="503F7DC6" w14:textId="39EC5497"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33" w:history="1">
        <w:r w:rsidR="00CD2AC0" w:rsidRPr="001C4956">
          <w:rPr>
            <w:rStyle w:val="Lienhypertexte"/>
            <w:noProof/>
          </w:rPr>
          <w:t>8.1 guichet unique après-vente</w:t>
        </w:r>
        <w:r w:rsidR="00CD2AC0">
          <w:rPr>
            <w:noProof/>
            <w:webHidden/>
          </w:rPr>
          <w:tab/>
        </w:r>
        <w:r w:rsidR="00CD2AC0">
          <w:rPr>
            <w:noProof/>
            <w:webHidden/>
          </w:rPr>
          <w:fldChar w:fldCharType="begin"/>
        </w:r>
        <w:r w:rsidR="00CD2AC0">
          <w:rPr>
            <w:noProof/>
            <w:webHidden/>
          </w:rPr>
          <w:instrText xml:space="preserve"> PAGEREF _Toc124414133 \h </w:instrText>
        </w:r>
        <w:r w:rsidR="00CD2AC0">
          <w:rPr>
            <w:noProof/>
            <w:webHidden/>
          </w:rPr>
        </w:r>
        <w:r w:rsidR="00CD2AC0">
          <w:rPr>
            <w:noProof/>
            <w:webHidden/>
          </w:rPr>
          <w:fldChar w:fldCharType="separate"/>
        </w:r>
        <w:r w:rsidR="00CD2AC0">
          <w:rPr>
            <w:noProof/>
            <w:webHidden/>
          </w:rPr>
          <w:t>12</w:t>
        </w:r>
        <w:r w:rsidR="00CD2AC0">
          <w:rPr>
            <w:noProof/>
            <w:webHidden/>
          </w:rPr>
          <w:fldChar w:fldCharType="end"/>
        </w:r>
      </w:hyperlink>
    </w:p>
    <w:p w14:paraId="2EC8FB0F" w14:textId="32F0DF2E"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34" w:history="1">
        <w:r w:rsidR="00CD2AC0" w:rsidRPr="001C4956">
          <w:rPr>
            <w:rStyle w:val="Lienhypertexte"/>
            <w:noProof/>
          </w:rPr>
          <w:t>8.2 délais de rétablissement standard d’un Accès (GTR 4H S2)</w:t>
        </w:r>
        <w:r w:rsidR="00CD2AC0">
          <w:rPr>
            <w:noProof/>
            <w:webHidden/>
          </w:rPr>
          <w:tab/>
        </w:r>
        <w:r w:rsidR="00CD2AC0">
          <w:rPr>
            <w:noProof/>
            <w:webHidden/>
          </w:rPr>
          <w:fldChar w:fldCharType="begin"/>
        </w:r>
        <w:r w:rsidR="00CD2AC0">
          <w:rPr>
            <w:noProof/>
            <w:webHidden/>
          </w:rPr>
          <w:instrText xml:space="preserve"> PAGEREF _Toc124414134 \h </w:instrText>
        </w:r>
        <w:r w:rsidR="00CD2AC0">
          <w:rPr>
            <w:noProof/>
            <w:webHidden/>
          </w:rPr>
        </w:r>
        <w:r w:rsidR="00CD2AC0">
          <w:rPr>
            <w:noProof/>
            <w:webHidden/>
          </w:rPr>
          <w:fldChar w:fldCharType="separate"/>
        </w:r>
        <w:r w:rsidR="00CD2AC0">
          <w:rPr>
            <w:noProof/>
            <w:webHidden/>
          </w:rPr>
          <w:t>12</w:t>
        </w:r>
        <w:r w:rsidR="00CD2AC0">
          <w:rPr>
            <w:noProof/>
            <w:webHidden/>
          </w:rPr>
          <w:fldChar w:fldCharType="end"/>
        </w:r>
      </w:hyperlink>
    </w:p>
    <w:p w14:paraId="6F543807" w14:textId="08A02944"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35" w:history="1">
        <w:r w:rsidR="00CD2AC0" w:rsidRPr="001C4956">
          <w:rPr>
            <w:rStyle w:val="Lienhypertexte"/>
            <w:noProof/>
          </w:rPr>
          <w:t>8.3 disponibilité annuelle standard d’un Accès</w:t>
        </w:r>
        <w:r w:rsidR="00CD2AC0">
          <w:rPr>
            <w:noProof/>
            <w:webHidden/>
          </w:rPr>
          <w:tab/>
        </w:r>
        <w:r w:rsidR="00CD2AC0">
          <w:rPr>
            <w:noProof/>
            <w:webHidden/>
          </w:rPr>
          <w:fldChar w:fldCharType="begin"/>
        </w:r>
        <w:r w:rsidR="00CD2AC0">
          <w:rPr>
            <w:noProof/>
            <w:webHidden/>
          </w:rPr>
          <w:instrText xml:space="preserve"> PAGEREF _Toc124414135 \h </w:instrText>
        </w:r>
        <w:r w:rsidR="00CD2AC0">
          <w:rPr>
            <w:noProof/>
            <w:webHidden/>
          </w:rPr>
        </w:r>
        <w:r w:rsidR="00CD2AC0">
          <w:rPr>
            <w:noProof/>
            <w:webHidden/>
          </w:rPr>
          <w:fldChar w:fldCharType="separate"/>
        </w:r>
        <w:r w:rsidR="00CD2AC0">
          <w:rPr>
            <w:noProof/>
            <w:webHidden/>
          </w:rPr>
          <w:t>12</w:t>
        </w:r>
        <w:r w:rsidR="00CD2AC0">
          <w:rPr>
            <w:noProof/>
            <w:webHidden/>
          </w:rPr>
          <w:fldChar w:fldCharType="end"/>
        </w:r>
      </w:hyperlink>
    </w:p>
    <w:p w14:paraId="0CF64C9F" w14:textId="6137A561"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36" w:history="1">
        <w:r w:rsidR="00CD2AC0" w:rsidRPr="001C4956">
          <w:rPr>
            <w:rStyle w:val="Lienhypertexte"/>
            <w:noProof/>
          </w:rPr>
          <w:t>8.4 option de Garantie de Temps de Rétablissement S1 d’un Accès (GTR 4H S1)</w:t>
        </w:r>
        <w:r w:rsidR="00CD2AC0">
          <w:rPr>
            <w:noProof/>
            <w:webHidden/>
          </w:rPr>
          <w:tab/>
        </w:r>
        <w:r w:rsidR="00CD2AC0">
          <w:rPr>
            <w:noProof/>
            <w:webHidden/>
          </w:rPr>
          <w:fldChar w:fldCharType="begin"/>
        </w:r>
        <w:r w:rsidR="00CD2AC0">
          <w:rPr>
            <w:noProof/>
            <w:webHidden/>
          </w:rPr>
          <w:instrText xml:space="preserve"> PAGEREF _Toc124414136 \h </w:instrText>
        </w:r>
        <w:r w:rsidR="00CD2AC0">
          <w:rPr>
            <w:noProof/>
            <w:webHidden/>
          </w:rPr>
        </w:r>
        <w:r w:rsidR="00CD2AC0">
          <w:rPr>
            <w:noProof/>
            <w:webHidden/>
          </w:rPr>
          <w:fldChar w:fldCharType="separate"/>
        </w:r>
        <w:r w:rsidR="00CD2AC0">
          <w:rPr>
            <w:noProof/>
            <w:webHidden/>
          </w:rPr>
          <w:t>12</w:t>
        </w:r>
        <w:r w:rsidR="00CD2AC0">
          <w:rPr>
            <w:noProof/>
            <w:webHidden/>
          </w:rPr>
          <w:fldChar w:fldCharType="end"/>
        </w:r>
      </w:hyperlink>
    </w:p>
    <w:p w14:paraId="5FE62EC6" w14:textId="6481B645"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37" w:history="1">
        <w:r w:rsidR="00CD2AC0" w:rsidRPr="001C4956">
          <w:rPr>
            <w:rStyle w:val="Lienhypertexte"/>
            <w:noProof/>
          </w:rPr>
          <w:t>8.5 conditions requises pour la mise en œuvre des engagements de VAR TRÈS HAUT DÉBIT</w:t>
        </w:r>
        <w:r w:rsidR="00CD2AC0">
          <w:rPr>
            <w:noProof/>
            <w:webHidden/>
          </w:rPr>
          <w:tab/>
        </w:r>
        <w:r w:rsidR="00CD2AC0">
          <w:rPr>
            <w:noProof/>
            <w:webHidden/>
          </w:rPr>
          <w:fldChar w:fldCharType="begin"/>
        </w:r>
        <w:r w:rsidR="00CD2AC0">
          <w:rPr>
            <w:noProof/>
            <w:webHidden/>
          </w:rPr>
          <w:instrText xml:space="preserve"> PAGEREF _Toc124414137 \h </w:instrText>
        </w:r>
        <w:r w:rsidR="00CD2AC0">
          <w:rPr>
            <w:noProof/>
            <w:webHidden/>
          </w:rPr>
        </w:r>
        <w:r w:rsidR="00CD2AC0">
          <w:rPr>
            <w:noProof/>
            <w:webHidden/>
          </w:rPr>
          <w:fldChar w:fldCharType="separate"/>
        </w:r>
        <w:r w:rsidR="00CD2AC0">
          <w:rPr>
            <w:noProof/>
            <w:webHidden/>
          </w:rPr>
          <w:t>13</w:t>
        </w:r>
        <w:r w:rsidR="00CD2AC0">
          <w:rPr>
            <w:noProof/>
            <w:webHidden/>
          </w:rPr>
          <w:fldChar w:fldCharType="end"/>
        </w:r>
      </w:hyperlink>
    </w:p>
    <w:p w14:paraId="1C9D58EB" w14:textId="1D0DCC70"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38" w:history="1">
        <w:r w:rsidR="00CD2AC0" w:rsidRPr="001C4956">
          <w:rPr>
            <w:rStyle w:val="Lienhypertexte"/>
            <w:noProof/>
          </w:rPr>
          <w:t>8.6 pénalités à la charge de VAR TRÈS HAUT DÉBIT</w:t>
        </w:r>
        <w:r w:rsidR="00CD2AC0">
          <w:rPr>
            <w:noProof/>
            <w:webHidden/>
          </w:rPr>
          <w:tab/>
        </w:r>
        <w:r w:rsidR="00CD2AC0">
          <w:rPr>
            <w:noProof/>
            <w:webHidden/>
          </w:rPr>
          <w:fldChar w:fldCharType="begin"/>
        </w:r>
        <w:r w:rsidR="00CD2AC0">
          <w:rPr>
            <w:noProof/>
            <w:webHidden/>
          </w:rPr>
          <w:instrText xml:space="preserve"> PAGEREF _Toc124414138 \h </w:instrText>
        </w:r>
        <w:r w:rsidR="00CD2AC0">
          <w:rPr>
            <w:noProof/>
            <w:webHidden/>
          </w:rPr>
        </w:r>
        <w:r w:rsidR="00CD2AC0">
          <w:rPr>
            <w:noProof/>
            <w:webHidden/>
          </w:rPr>
          <w:fldChar w:fldCharType="separate"/>
        </w:r>
        <w:r w:rsidR="00CD2AC0">
          <w:rPr>
            <w:noProof/>
            <w:webHidden/>
          </w:rPr>
          <w:t>14</w:t>
        </w:r>
        <w:r w:rsidR="00CD2AC0">
          <w:rPr>
            <w:noProof/>
            <w:webHidden/>
          </w:rPr>
          <w:fldChar w:fldCharType="end"/>
        </w:r>
      </w:hyperlink>
    </w:p>
    <w:p w14:paraId="5B68F3EE" w14:textId="36FBA3C3" w:rsidR="00CD2AC0" w:rsidRDefault="00CE15A6">
      <w:pPr>
        <w:pStyle w:val="TM1"/>
        <w:rPr>
          <w:rFonts w:asciiTheme="minorHAnsi" w:eastAsiaTheme="minorEastAsia" w:hAnsiTheme="minorHAnsi" w:cstheme="minorBidi"/>
          <w:b w:val="0"/>
          <w:bCs w:val="0"/>
          <w:caps w:val="0"/>
          <w:kern w:val="0"/>
          <w:sz w:val="22"/>
          <w:szCs w:val="22"/>
        </w:rPr>
      </w:pPr>
      <w:hyperlink w:anchor="_Toc124414139" w:history="1">
        <w:r w:rsidR="00CD2AC0" w:rsidRPr="001C4956">
          <w:rPr>
            <w:rStyle w:val="Lienhypertexte"/>
          </w:rPr>
          <w:t>article 9 - modifications de l’Offre</w:t>
        </w:r>
        <w:r w:rsidR="00CD2AC0">
          <w:rPr>
            <w:webHidden/>
          </w:rPr>
          <w:tab/>
        </w:r>
        <w:r w:rsidR="00CD2AC0">
          <w:rPr>
            <w:webHidden/>
          </w:rPr>
          <w:fldChar w:fldCharType="begin"/>
        </w:r>
        <w:r w:rsidR="00CD2AC0">
          <w:rPr>
            <w:webHidden/>
          </w:rPr>
          <w:instrText xml:space="preserve"> PAGEREF _Toc124414139 \h </w:instrText>
        </w:r>
        <w:r w:rsidR="00CD2AC0">
          <w:rPr>
            <w:webHidden/>
          </w:rPr>
        </w:r>
        <w:r w:rsidR="00CD2AC0">
          <w:rPr>
            <w:webHidden/>
          </w:rPr>
          <w:fldChar w:fldCharType="separate"/>
        </w:r>
        <w:r w:rsidR="00CD2AC0">
          <w:rPr>
            <w:webHidden/>
          </w:rPr>
          <w:t>14</w:t>
        </w:r>
        <w:r w:rsidR="00CD2AC0">
          <w:rPr>
            <w:webHidden/>
          </w:rPr>
          <w:fldChar w:fldCharType="end"/>
        </w:r>
      </w:hyperlink>
    </w:p>
    <w:p w14:paraId="6462D304" w14:textId="230B030B"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40" w:history="1">
        <w:r w:rsidR="00CD2AC0" w:rsidRPr="001C4956">
          <w:rPr>
            <w:rStyle w:val="Lienhypertexte"/>
            <w:noProof/>
          </w:rPr>
          <w:t>9.1 cas particulier du déménagement du site Client Final</w:t>
        </w:r>
        <w:r w:rsidR="00CD2AC0">
          <w:rPr>
            <w:noProof/>
            <w:webHidden/>
          </w:rPr>
          <w:tab/>
        </w:r>
        <w:r w:rsidR="00CD2AC0">
          <w:rPr>
            <w:noProof/>
            <w:webHidden/>
          </w:rPr>
          <w:fldChar w:fldCharType="begin"/>
        </w:r>
        <w:r w:rsidR="00CD2AC0">
          <w:rPr>
            <w:noProof/>
            <w:webHidden/>
          </w:rPr>
          <w:instrText xml:space="preserve"> PAGEREF _Toc124414140 \h </w:instrText>
        </w:r>
        <w:r w:rsidR="00CD2AC0">
          <w:rPr>
            <w:noProof/>
            <w:webHidden/>
          </w:rPr>
        </w:r>
        <w:r w:rsidR="00CD2AC0">
          <w:rPr>
            <w:noProof/>
            <w:webHidden/>
          </w:rPr>
          <w:fldChar w:fldCharType="separate"/>
        </w:r>
        <w:r w:rsidR="00CD2AC0">
          <w:rPr>
            <w:noProof/>
            <w:webHidden/>
          </w:rPr>
          <w:t>15</w:t>
        </w:r>
        <w:r w:rsidR="00CD2AC0">
          <w:rPr>
            <w:noProof/>
            <w:webHidden/>
          </w:rPr>
          <w:fldChar w:fldCharType="end"/>
        </w:r>
      </w:hyperlink>
    </w:p>
    <w:p w14:paraId="3E462D53" w14:textId="4FF6A428"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41" w:history="1">
        <w:r w:rsidR="00CD2AC0" w:rsidRPr="001C4956">
          <w:rPr>
            <w:rStyle w:val="Lienhypertexte"/>
            <w:noProof/>
          </w:rPr>
          <w:t>9.2 cas particulier du déplacement de l’extrémité de l’Accès sur le même site Client Final</w:t>
        </w:r>
        <w:r w:rsidR="00CD2AC0">
          <w:rPr>
            <w:noProof/>
            <w:webHidden/>
          </w:rPr>
          <w:tab/>
        </w:r>
        <w:r w:rsidR="00CD2AC0">
          <w:rPr>
            <w:noProof/>
            <w:webHidden/>
          </w:rPr>
          <w:fldChar w:fldCharType="begin"/>
        </w:r>
        <w:r w:rsidR="00CD2AC0">
          <w:rPr>
            <w:noProof/>
            <w:webHidden/>
          </w:rPr>
          <w:instrText xml:space="preserve"> PAGEREF _Toc124414141 \h </w:instrText>
        </w:r>
        <w:r w:rsidR="00CD2AC0">
          <w:rPr>
            <w:noProof/>
            <w:webHidden/>
          </w:rPr>
        </w:r>
        <w:r w:rsidR="00CD2AC0">
          <w:rPr>
            <w:noProof/>
            <w:webHidden/>
          </w:rPr>
          <w:fldChar w:fldCharType="separate"/>
        </w:r>
        <w:r w:rsidR="00CD2AC0">
          <w:rPr>
            <w:noProof/>
            <w:webHidden/>
          </w:rPr>
          <w:t>15</w:t>
        </w:r>
        <w:r w:rsidR="00CD2AC0">
          <w:rPr>
            <w:noProof/>
            <w:webHidden/>
          </w:rPr>
          <w:fldChar w:fldCharType="end"/>
        </w:r>
      </w:hyperlink>
    </w:p>
    <w:p w14:paraId="2545A012" w14:textId="3F48CB26" w:rsidR="00CD2AC0" w:rsidRDefault="00CE15A6">
      <w:pPr>
        <w:pStyle w:val="TM1"/>
        <w:rPr>
          <w:rFonts w:asciiTheme="minorHAnsi" w:eastAsiaTheme="minorEastAsia" w:hAnsiTheme="minorHAnsi" w:cstheme="minorBidi"/>
          <w:b w:val="0"/>
          <w:bCs w:val="0"/>
          <w:caps w:val="0"/>
          <w:kern w:val="0"/>
          <w:sz w:val="22"/>
          <w:szCs w:val="22"/>
        </w:rPr>
      </w:pPr>
      <w:hyperlink w:anchor="_Toc124414142" w:history="1">
        <w:r w:rsidR="00CD2AC0" w:rsidRPr="001C4956">
          <w:rPr>
            <w:rStyle w:val="Lienhypertexte"/>
          </w:rPr>
          <w:t>article 10 - centralisation des commandes et de la gestion</w:t>
        </w:r>
        <w:r w:rsidR="00CD2AC0">
          <w:rPr>
            <w:webHidden/>
          </w:rPr>
          <w:tab/>
        </w:r>
        <w:r w:rsidR="00CD2AC0">
          <w:rPr>
            <w:webHidden/>
          </w:rPr>
          <w:fldChar w:fldCharType="begin"/>
        </w:r>
        <w:r w:rsidR="00CD2AC0">
          <w:rPr>
            <w:webHidden/>
          </w:rPr>
          <w:instrText xml:space="preserve"> PAGEREF _Toc124414142 \h </w:instrText>
        </w:r>
        <w:r w:rsidR="00CD2AC0">
          <w:rPr>
            <w:webHidden/>
          </w:rPr>
        </w:r>
        <w:r w:rsidR="00CD2AC0">
          <w:rPr>
            <w:webHidden/>
          </w:rPr>
          <w:fldChar w:fldCharType="separate"/>
        </w:r>
        <w:r w:rsidR="00CD2AC0">
          <w:rPr>
            <w:webHidden/>
          </w:rPr>
          <w:t>15</w:t>
        </w:r>
        <w:r w:rsidR="00CD2AC0">
          <w:rPr>
            <w:webHidden/>
          </w:rPr>
          <w:fldChar w:fldCharType="end"/>
        </w:r>
      </w:hyperlink>
    </w:p>
    <w:p w14:paraId="7B1AA0FC" w14:textId="7C8C25B2" w:rsidR="00CD2AC0" w:rsidRDefault="00CE15A6">
      <w:pPr>
        <w:pStyle w:val="TM1"/>
        <w:rPr>
          <w:rFonts w:asciiTheme="minorHAnsi" w:eastAsiaTheme="minorEastAsia" w:hAnsiTheme="minorHAnsi" w:cstheme="minorBidi"/>
          <w:b w:val="0"/>
          <w:bCs w:val="0"/>
          <w:caps w:val="0"/>
          <w:kern w:val="0"/>
          <w:sz w:val="22"/>
          <w:szCs w:val="22"/>
        </w:rPr>
      </w:pPr>
      <w:hyperlink w:anchor="_Toc124414143" w:history="1">
        <w:r w:rsidR="00CD2AC0" w:rsidRPr="001C4956">
          <w:rPr>
            <w:rStyle w:val="Lienhypertexte"/>
          </w:rPr>
          <w:t>article 11 - évolution du réseau de VAR TRÈS HAUT DÉBIT</w:t>
        </w:r>
        <w:r w:rsidR="00CD2AC0">
          <w:rPr>
            <w:webHidden/>
          </w:rPr>
          <w:tab/>
        </w:r>
        <w:r w:rsidR="00CD2AC0">
          <w:rPr>
            <w:webHidden/>
          </w:rPr>
          <w:fldChar w:fldCharType="begin"/>
        </w:r>
        <w:r w:rsidR="00CD2AC0">
          <w:rPr>
            <w:webHidden/>
          </w:rPr>
          <w:instrText xml:space="preserve"> PAGEREF _Toc124414143 \h </w:instrText>
        </w:r>
        <w:r w:rsidR="00CD2AC0">
          <w:rPr>
            <w:webHidden/>
          </w:rPr>
        </w:r>
        <w:r w:rsidR="00CD2AC0">
          <w:rPr>
            <w:webHidden/>
          </w:rPr>
          <w:fldChar w:fldCharType="separate"/>
        </w:r>
        <w:r w:rsidR="00CD2AC0">
          <w:rPr>
            <w:webHidden/>
          </w:rPr>
          <w:t>15</w:t>
        </w:r>
        <w:r w:rsidR="00CD2AC0">
          <w:rPr>
            <w:webHidden/>
          </w:rPr>
          <w:fldChar w:fldCharType="end"/>
        </w:r>
      </w:hyperlink>
    </w:p>
    <w:p w14:paraId="479EEA91" w14:textId="5C9DF645"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44" w:history="1">
        <w:r w:rsidR="00CD2AC0" w:rsidRPr="001C4956">
          <w:rPr>
            <w:rStyle w:val="Lienhypertexte"/>
            <w:noProof/>
          </w:rPr>
          <w:t>11.1 modifications des conditions de fourniture</w:t>
        </w:r>
        <w:r w:rsidR="00CD2AC0">
          <w:rPr>
            <w:noProof/>
            <w:webHidden/>
          </w:rPr>
          <w:tab/>
        </w:r>
        <w:r w:rsidR="00CD2AC0">
          <w:rPr>
            <w:noProof/>
            <w:webHidden/>
          </w:rPr>
          <w:fldChar w:fldCharType="begin"/>
        </w:r>
        <w:r w:rsidR="00CD2AC0">
          <w:rPr>
            <w:noProof/>
            <w:webHidden/>
          </w:rPr>
          <w:instrText xml:space="preserve"> PAGEREF _Toc124414144 \h </w:instrText>
        </w:r>
        <w:r w:rsidR="00CD2AC0">
          <w:rPr>
            <w:noProof/>
            <w:webHidden/>
          </w:rPr>
        </w:r>
        <w:r w:rsidR="00CD2AC0">
          <w:rPr>
            <w:noProof/>
            <w:webHidden/>
          </w:rPr>
          <w:fldChar w:fldCharType="separate"/>
        </w:r>
        <w:r w:rsidR="00CD2AC0">
          <w:rPr>
            <w:noProof/>
            <w:webHidden/>
          </w:rPr>
          <w:t>15</w:t>
        </w:r>
        <w:r w:rsidR="00CD2AC0">
          <w:rPr>
            <w:noProof/>
            <w:webHidden/>
          </w:rPr>
          <w:fldChar w:fldCharType="end"/>
        </w:r>
      </w:hyperlink>
    </w:p>
    <w:p w14:paraId="3699A2CE" w14:textId="26AA55D1"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45" w:history="1">
        <w:r w:rsidR="00CD2AC0" w:rsidRPr="001C4956">
          <w:rPr>
            <w:rStyle w:val="Lienhypertexte"/>
            <w:noProof/>
          </w:rPr>
          <w:t>11.2 fermeture d'un PM</w:t>
        </w:r>
        <w:r w:rsidR="00CD2AC0">
          <w:rPr>
            <w:noProof/>
            <w:webHidden/>
          </w:rPr>
          <w:tab/>
        </w:r>
        <w:r w:rsidR="00CD2AC0">
          <w:rPr>
            <w:noProof/>
            <w:webHidden/>
          </w:rPr>
          <w:fldChar w:fldCharType="begin"/>
        </w:r>
        <w:r w:rsidR="00CD2AC0">
          <w:rPr>
            <w:noProof/>
            <w:webHidden/>
          </w:rPr>
          <w:instrText xml:space="preserve"> PAGEREF _Toc124414145 \h </w:instrText>
        </w:r>
        <w:r w:rsidR="00CD2AC0">
          <w:rPr>
            <w:noProof/>
            <w:webHidden/>
          </w:rPr>
        </w:r>
        <w:r w:rsidR="00CD2AC0">
          <w:rPr>
            <w:noProof/>
            <w:webHidden/>
          </w:rPr>
          <w:fldChar w:fldCharType="separate"/>
        </w:r>
        <w:r w:rsidR="00CD2AC0">
          <w:rPr>
            <w:noProof/>
            <w:webHidden/>
          </w:rPr>
          <w:t>15</w:t>
        </w:r>
        <w:r w:rsidR="00CD2AC0">
          <w:rPr>
            <w:noProof/>
            <w:webHidden/>
          </w:rPr>
          <w:fldChar w:fldCharType="end"/>
        </w:r>
      </w:hyperlink>
    </w:p>
    <w:p w14:paraId="3F07826A" w14:textId="7B18E1AF" w:rsidR="00CD2AC0" w:rsidRDefault="00CE15A6">
      <w:pPr>
        <w:pStyle w:val="TM1"/>
        <w:rPr>
          <w:rFonts w:asciiTheme="minorHAnsi" w:eastAsiaTheme="minorEastAsia" w:hAnsiTheme="minorHAnsi" w:cstheme="minorBidi"/>
          <w:b w:val="0"/>
          <w:bCs w:val="0"/>
          <w:caps w:val="0"/>
          <w:kern w:val="0"/>
          <w:sz w:val="22"/>
          <w:szCs w:val="22"/>
        </w:rPr>
      </w:pPr>
      <w:hyperlink w:anchor="_Toc124414146" w:history="1">
        <w:r w:rsidR="00CD2AC0" w:rsidRPr="001C4956">
          <w:rPr>
            <w:rStyle w:val="Lienhypertexte"/>
          </w:rPr>
          <w:t>article 12 - durée et date d’effet</w:t>
        </w:r>
        <w:r w:rsidR="00CD2AC0">
          <w:rPr>
            <w:webHidden/>
          </w:rPr>
          <w:tab/>
        </w:r>
        <w:r w:rsidR="00CD2AC0">
          <w:rPr>
            <w:webHidden/>
          </w:rPr>
          <w:fldChar w:fldCharType="begin"/>
        </w:r>
        <w:r w:rsidR="00CD2AC0">
          <w:rPr>
            <w:webHidden/>
          </w:rPr>
          <w:instrText xml:space="preserve"> PAGEREF _Toc124414146 \h </w:instrText>
        </w:r>
        <w:r w:rsidR="00CD2AC0">
          <w:rPr>
            <w:webHidden/>
          </w:rPr>
        </w:r>
        <w:r w:rsidR="00CD2AC0">
          <w:rPr>
            <w:webHidden/>
          </w:rPr>
          <w:fldChar w:fldCharType="separate"/>
        </w:r>
        <w:r w:rsidR="00CD2AC0">
          <w:rPr>
            <w:webHidden/>
          </w:rPr>
          <w:t>16</w:t>
        </w:r>
        <w:r w:rsidR="00CD2AC0">
          <w:rPr>
            <w:webHidden/>
          </w:rPr>
          <w:fldChar w:fldCharType="end"/>
        </w:r>
      </w:hyperlink>
    </w:p>
    <w:p w14:paraId="1E230496" w14:textId="01FCF332" w:rsidR="00CD2AC0" w:rsidRDefault="00CE15A6">
      <w:pPr>
        <w:pStyle w:val="TM1"/>
        <w:rPr>
          <w:rFonts w:asciiTheme="minorHAnsi" w:eastAsiaTheme="minorEastAsia" w:hAnsiTheme="minorHAnsi" w:cstheme="minorBidi"/>
          <w:b w:val="0"/>
          <w:bCs w:val="0"/>
          <w:caps w:val="0"/>
          <w:kern w:val="0"/>
          <w:sz w:val="22"/>
          <w:szCs w:val="22"/>
        </w:rPr>
      </w:pPr>
      <w:hyperlink w:anchor="_Toc124414147" w:history="1">
        <w:r w:rsidR="00CD2AC0" w:rsidRPr="001C4956">
          <w:rPr>
            <w:rStyle w:val="Lienhypertexte"/>
          </w:rPr>
          <w:t>article 13 - prix et facturation</w:t>
        </w:r>
        <w:r w:rsidR="00CD2AC0">
          <w:rPr>
            <w:webHidden/>
          </w:rPr>
          <w:tab/>
        </w:r>
        <w:r w:rsidR="00CD2AC0">
          <w:rPr>
            <w:webHidden/>
          </w:rPr>
          <w:fldChar w:fldCharType="begin"/>
        </w:r>
        <w:r w:rsidR="00CD2AC0">
          <w:rPr>
            <w:webHidden/>
          </w:rPr>
          <w:instrText xml:space="preserve"> PAGEREF _Toc124414147 \h </w:instrText>
        </w:r>
        <w:r w:rsidR="00CD2AC0">
          <w:rPr>
            <w:webHidden/>
          </w:rPr>
        </w:r>
        <w:r w:rsidR="00CD2AC0">
          <w:rPr>
            <w:webHidden/>
          </w:rPr>
          <w:fldChar w:fldCharType="separate"/>
        </w:r>
        <w:r w:rsidR="00CD2AC0">
          <w:rPr>
            <w:webHidden/>
          </w:rPr>
          <w:t>16</w:t>
        </w:r>
        <w:r w:rsidR="00CD2AC0">
          <w:rPr>
            <w:webHidden/>
          </w:rPr>
          <w:fldChar w:fldCharType="end"/>
        </w:r>
      </w:hyperlink>
    </w:p>
    <w:p w14:paraId="4073AD6F" w14:textId="105180FB" w:rsidR="00CD2AC0" w:rsidRDefault="00CE15A6">
      <w:pPr>
        <w:pStyle w:val="TM1"/>
        <w:rPr>
          <w:rFonts w:asciiTheme="minorHAnsi" w:eastAsiaTheme="minorEastAsia" w:hAnsiTheme="minorHAnsi" w:cstheme="minorBidi"/>
          <w:b w:val="0"/>
          <w:bCs w:val="0"/>
          <w:caps w:val="0"/>
          <w:kern w:val="0"/>
          <w:sz w:val="22"/>
          <w:szCs w:val="22"/>
        </w:rPr>
      </w:pPr>
      <w:hyperlink w:anchor="_Toc124414148" w:history="1">
        <w:r w:rsidR="00CD2AC0" w:rsidRPr="001C4956">
          <w:rPr>
            <w:rStyle w:val="Lienhypertexte"/>
          </w:rPr>
          <w:t>article 14 - résiliation</w:t>
        </w:r>
        <w:r w:rsidR="00CD2AC0">
          <w:rPr>
            <w:webHidden/>
          </w:rPr>
          <w:tab/>
        </w:r>
        <w:r w:rsidR="00CD2AC0">
          <w:rPr>
            <w:webHidden/>
          </w:rPr>
          <w:fldChar w:fldCharType="begin"/>
        </w:r>
        <w:r w:rsidR="00CD2AC0">
          <w:rPr>
            <w:webHidden/>
          </w:rPr>
          <w:instrText xml:space="preserve"> PAGEREF _Toc124414148 \h </w:instrText>
        </w:r>
        <w:r w:rsidR="00CD2AC0">
          <w:rPr>
            <w:webHidden/>
          </w:rPr>
        </w:r>
        <w:r w:rsidR="00CD2AC0">
          <w:rPr>
            <w:webHidden/>
          </w:rPr>
          <w:fldChar w:fldCharType="separate"/>
        </w:r>
        <w:r w:rsidR="00CD2AC0">
          <w:rPr>
            <w:webHidden/>
          </w:rPr>
          <w:t>16</w:t>
        </w:r>
        <w:r w:rsidR="00CD2AC0">
          <w:rPr>
            <w:webHidden/>
          </w:rPr>
          <w:fldChar w:fldCharType="end"/>
        </w:r>
      </w:hyperlink>
    </w:p>
    <w:p w14:paraId="30D144FB" w14:textId="7555A67B"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49" w:history="1">
        <w:r w:rsidR="00CD2AC0" w:rsidRPr="001C4956">
          <w:rPr>
            <w:rStyle w:val="Lienhypertexte"/>
            <w:noProof/>
          </w:rPr>
          <w:t>14.1 résiliation du Contrat</w:t>
        </w:r>
        <w:r w:rsidR="00CD2AC0">
          <w:rPr>
            <w:noProof/>
            <w:webHidden/>
          </w:rPr>
          <w:tab/>
        </w:r>
        <w:r w:rsidR="00CD2AC0">
          <w:rPr>
            <w:noProof/>
            <w:webHidden/>
          </w:rPr>
          <w:fldChar w:fldCharType="begin"/>
        </w:r>
        <w:r w:rsidR="00CD2AC0">
          <w:rPr>
            <w:noProof/>
            <w:webHidden/>
          </w:rPr>
          <w:instrText xml:space="preserve"> PAGEREF _Toc124414149 \h </w:instrText>
        </w:r>
        <w:r w:rsidR="00CD2AC0">
          <w:rPr>
            <w:noProof/>
            <w:webHidden/>
          </w:rPr>
        </w:r>
        <w:r w:rsidR="00CD2AC0">
          <w:rPr>
            <w:noProof/>
            <w:webHidden/>
          </w:rPr>
          <w:fldChar w:fldCharType="separate"/>
        </w:r>
        <w:r w:rsidR="00CD2AC0">
          <w:rPr>
            <w:noProof/>
            <w:webHidden/>
          </w:rPr>
          <w:t>16</w:t>
        </w:r>
        <w:r w:rsidR="00CD2AC0">
          <w:rPr>
            <w:noProof/>
            <w:webHidden/>
          </w:rPr>
          <w:fldChar w:fldCharType="end"/>
        </w:r>
      </w:hyperlink>
    </w:p>
    <w:p w14:paraId="675019DD" w14:textId="4C1BC66C"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50" w:history="1">
        <w:r w:rsidR="00CD2AC0" w:rsidRPr="001C4956">
          <w:rPr>
            <w:rStyle w:val="Lienhypertexte"/>
            <w:noProof/>
          </w:rPr>
          <w:t>14.2 résiliation d’un Accès avant la date de mise à disposition effective</w:t>
        </w:r>
        <w:r w:rsidR="00CD2AC0">
          <w:rPr>
            <w:noProof/>
            <w:webHidden/>
          </w:rPr>
          <w:tab/>
        </w:r>
        <w:r w:rsidR="00CD2AC0">
          <w:rPr>
            <w:noProof/>
            <w:webHidden/>
          </w:rPr>
          <w:fldChar w:fldCharType="begin"/>
        </w:r>
        <w:r w:rsidR="00CD2AC0">
          <w:rPr>
            <w:noProof/>
            <w:webHidden/>
          </w:rPr>
          <w:instrText xml:space="preserve"> PAGEREF _Toc124414150 \h </w:instrText>
        </w:r>
        <w:r w:rsidR="00CD2AC0">
          <w:rPr>
            <w:noProof/>
            <w:webHidden/>
          </w:rPr>
        </w:r>
        <w:r w:rsidR="00CD2AC0">
          <w:rPr>
            <w:noProof/>
            <w:webHidden/>
          </w:rPr>
          <w:fldChar w:fldCharType="separate"/>
        </w:r>
        <w:r w:rsidR="00CD2AC0">
          <w:rPr>
            <w:noProof/>
            <w:webHidden/>
          </w:rPr>
          <w:t>16</w:t>
        </w:r>
        <w:r w:rsidR="00CD2AC0">
          <w:rPr>
            <w:noProof/>
            <w:webHidden/>
          </w:rPr>
          <w:fldChar w:fldCharType="end"/>
        </w:r>
      </w:hyperlink>
    </w:p>
    <w:p w14:paraId="06FD1479" w14:textId="145E3A79" w:rsidR="00CD2AC0" w:rsidRDefault="00CE15A6">
      <w:pPr>
        <w:pStyle w:val="TM2"/>
        <w:tabs>
          <w:tab w:val="right" w:leader="dot" w:pos="9854"/>
        </w:tabs>
        <w:rPr>
          <w:rFonts w:asciiTheme="minorHAnsi" w:eastAsiaTheme="minorEastAsia" w:hAnsiTheme="minorHAnsi" w:cstheme="minorBidi"/>
          <w:smallCaps w:val="0"/>
          <w:noProof/>
          <w:sz w:val="22"/>
          <w:szCs w:val="22"/>
        </w:rPr>
      </w:pPr>
      <w:hyperlink w:anchor="_Toc124414151" w:history="1">
        <w:r w:rsidR="00CD2AC0" w:rsidRPr="001C4956">
          <w:rPr>
            <w:rStyle w:val="Lienhypertexte"/>
            <w:noProof/>
          </w:rPr>
          <w:t>14.3 résiliation d’un Accès après la date de mise à disposition effective</w:t>
        </w:r>
        <w:r w:rsidR="00CD2AC0">
          <w:rPr>
            <w:noProof/>
            <w:webHidden/>
          </w:rPr>
          <w:tab/>
        </w:r>
        <w:r w:rsidR="00CD2AC0">
          <w:rPr>
            <w:noProof/>
            <w:webHidden/>
          </w:rPr>
          <w:fldChar w:fldCharType="begin"/>
        </w:r>
        <w:r w:rsidR="00CD2AC0">
          <w:rPr>
            <w:noProof/>
            <w:webHidden/>
          </w:rPr>
          <w:instrText xml:space="preserve"> PAGEREF _Toc124414151 \h </w:instrText>
        </w:r>
        <w:r w:rsidR="00CD2AC0">
          <w:rPr>
            <w:noProof/>
            <w:webHidden/>
          </w:rPr>
        </w:r>
        <w:r w:rsidR="00CD2AC0">
          <w:rPr>
            <w:noProof/>
            <w:webHidden/>
          </w:rPr>
          <w:fldChar w:fldCharType="separate"/>
        </w:r>
        <w:r w:rsidR="00CD2AC0">
          <w:rPr>
            <w:noProof/>
            <w:webHidden/>
          </w:rPr>
          <w:t>17</w:t>
        </w:r>
        <w:r w:rsidR="00CD2AC0">
          <w:rPr>
            <w:noProof/>
            <w:webHidden/>
          </w:rPr>
          <w:fldChar w:fldCharType="end"/>
        </w:r>
      </w:hyperlink>
    </w:p>
    <w:p w14:paraId="6DF9F8B5" w14:textId="360709A0"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AF3135" w:rsidRDefault="00F81B34" w:rsidP="00F2655C">
      <w:pPr>
        <w:pStyle w:val="StyleHelvetica55Roman18ptOrangeJustifi"/>
        <w:rPr>
          <w:b/>
          <w:bCs/>
          <w:color w:val="auto"/>
        </w:rPr>
      </w:pPr>
      <w:r w:rsidRPr="001F4234">
        <w:rPr>
          <w:rFonts w:cs="Arial"/>
          <w:sz w:val="28"/>
          <w:szCs w:val="28"/>
        </w:rPr>
        <w:br w:type="page"/>
      </w:r>
      <w:r w:rsidR="00FB5E95" w:rsidRPr="00AF3135">
        <w:rPr>
          <w:rFonts w:cs="Arial"/>
          <w:b/>
          <w:bCs/>
          <w:color w:val="auto"/>
          <w:sz w:val="28"/>
          <w:szCs w:val="28"/>
        </w:rPr>
        <w:lastRenderedPageBreak/>
        <w:t>Liste des annexes</w:t>
      </w:r>
    </w:p>
    <w:p w14:paraId="55CF7C65" w14:textId="77777777" w:rsidR="00AC356C" w:rsidRPr="00AF3135" w:rsidRDefault="00A9465A" w:rsidP="00E552F8">
      <w:pPr>
        <w:spacing w:before="120"/>
        <w:jc w:val="both"/>
        <w:rPr>
          <w:rFonts w:eastAsia="Calibri" w:cs="Arial"/>
          <w:szCs w:val="20"/>
        </w:rPr>
      </w:pPr>
      <w:r w:rsidRPr="00AF3135">
        <w:rPr>
          <w:rFonts w:eastAsia="Calibri" w:cs="Arial"/>
          <w:szCs w:val="20"/>
        </w:rPr>
        <w:t>Annexe</w:t>
      </w:r>
      <w:r w:rsidR="00AC356C" w:rsidRPr="00AF3135">
        <w:rPr>
          <w:rFonts w:eastAsia="Calibri" w:cs="Arial"/>
          <w:szCs w:val="20"/>
        </w:rPr>
        <w:t xml:space="preserve"> 1 – prix</w:t>
      </w:r>
      <w:r w:rsidR="00173CF5" w:rsidRPr="00AF3135">
        <w:rPr>
          <w:rFonts w:eastAsia="Calibri" w:cs="Arial"/>
          <w:szCs w:val="20"/>
        </w:rPr>
        <w:t xml:space="preserve"> </w:t>
      </w:r>
    </w:p>
    <w:p w14:paraId="13E41100" w14:textId="77777777" w:rsidR="00AC356C" w:rsidRPr="00AF3135" w:rsidRDefault="00A9465A" w:rsidP="00E552F8">
      <w:pPr>
        <w:spacing w:before="120"/>
        <w:jc w:val="both"/>
        <w:rPr>
          <w:rFonts w:eastAsia="Calibri" w:cs="Arial"/>
          <w:szCs w:val="20"/>
        </w:rPr>
      </w:pPr>
      <w:r w:rsidRPr="00AF3135">
        <w:rPr>
          <w:rFonts w:eastAsia="Calibri" w:cs="Arial"/>
          <w:szCs w:val="20"/>
        </w:rPr>
        <w:t>Annexe</w:t>
      </w:r>
      <w:r w:rsidR="00AC356C" w:rsidRPr="00AF3135">
        <w:rPr>
          <w:rFonts w:eastAsia="Calibri" w:cs="Arial"/>
          <w:szCs w:val="20"/>
        </w:rPr>
        <w:t xml:space="preserve"> 2 – pénalités</w:t>
      </w:r>
      <w:r w:rsidR="00173CF5" w:rsidRPr="00AF3135">
        <w:rPr>
          <w:rFonts w:eastAsia="Calibri" w:cs="Arial"/>
          <w:szCs w:val="20"/>
        </w:rPr>
        <w:t xml:space="preserve"> </w:t>
      </w:r>
    </w:p>
    <w:p w14:paraId="2F6CEC77" w14:textId="77777777" w:rsidR="00AC356C" w:rsidRPr="00AF3135" w:rsidRDefault="00A9465A" w:rsidP="00E552F8">
      <w:pPr>
        <w:spacing w:before="120"/>
        <w:jc w:val="both"/>
        <w:rPr>
          <w:rFonts w:eastAsia="Calibri" w:cs="Arial"/>
          <w:szCs w:val="20"/>
        </w:rPr>
      </w:pPr>
      <w:r w:rsidRPr="00AF3135">
        <w:rPr>
          <w:rFonts w:eastAsia="Calibri" w:cs="Arial"/>
          <w:szCs w:val="20"/>
        </w:rPr>
        <w:t>Annexe</w:t>
      </w:r>
      <w:r w:rsidR="00AC356C" w:rsidRPr="00AF3135">
        <w:rPr>
          <w:rFonts w:eastAsia="Calibri" w:cs="Arial"/>
          <w:szCs w:val="20"/>
        </w:rPr>
        <w:t xml:space="preserve"> </w:t>
      </w:r>
      <w:r w:rsidR="00FB5E95" w:rsidRPr="00AF3135">
        <w:rPr>
          <w:rFonts w:eastAsia="Calibri" w:cs="Arial"/>
          <w:szCs w:val="20"/>
        </w:rPr>
        <w:t xml:space="preserve">3 </w:t>
      </w:r>
      <w:r w:rsidR="00AC356C" w:rsidRPr="00AF3135">
        <w:rPr>
          <w:rFonts w:eastAsia="Calibri" w:cs="Arial"/>
          <w:szCs w:val="20"/>
        </w:rPr>
        <w:t>– modèle de fichier pour la fourniture des prévisions</w:t>
      </w:r>
    </w:p>
    <w:p w14:paraId="00B8654E" w14:textId="77777777" w:rsidR="005F21F5" w:rsidRPr="00AF3135" w:rsidRDefault="00A9465A" w:rsidP="00E552F8">
      <w:pPr>
        <w:spacing w:before="120"/>
        <w:jc w:val="both"/>
        <w:rPr>
          <w:rFonts w:eastAsia="Calibri" w:cs="Arial"/>
          <w:szCs w:val="20"/>
        </w:rPr>
      </w:pPr>
      <w:r w:rsidRPr="00AF3135">
        <w:rPr>
          <w:rFonts w:eastAsia="Calibri" w:cs="Arial"/>
          <w:szCs w:val="20"/>
        </w:rPr>
        <w:t>Annexe</w:t>
      </w:r>
      <w:r w:rsidR="00FB5E95" w:rsidRPr="00AF3135">
        <w:rPr>
          <w:rFonts w:eastAsia="Calibri" w:cs="Arial"/>
          <w:szCs w:val="20"/>
        </w:rPr>
        <w:t xml:space="preserve"> 4 </w:t>
      </w:r>
      <w:r w:rsidR="00BC23A9" w:rsidRPr="00AF3135">
        <w:rPr>
          <w:rFonts w:eastAsia="Calibri" w:cs="Arial"/>
          <w:szCs w:val="20"/>
        </w:rPr>
        <w:t>–</w:t>
      </w:r>
      <w:r w:rsidR="00FB5E95" w:rsidRPr="00AF3135">
        <w:rPr>
          <w:rFonts w:eastAsia="Calibri" w:cs="Arial"/>
          <w:szCs w:val="20"/>
        </w:rPr>
        <w:t xml:space="preserve"> </w:t>
      </w:r>
      <w:r w:rsidR="00AC356C" w:rsidRPr="00AF3135">
        <w:rPr>
          <w:rFonts w:eastAsia="Calibri" w:cs="Arial"/>
          <w:szCs w:val="20"/>
        </w:rPr>
        <w:t xml:space="preserve">STAS </w:t>
      </w:r>
    </w:p>
    <w:p w14:paraId="1EED0E6E" w14:textId="7FB94155" w:rsidR="0031402E" w:rsidRPr="00AF3135" w:rsidRDefault="0005623D" w:rsidP="00A27F73">
      <w:pPr>
        <w:spacing w:before="120"/>
        <w:jc w:val="both"/>
        <w:rPr>
          <w:rFonts w:eastAsia="Calibri" w:cs="Arial"/>
          <w:szCs w:val="20"/>
        </w:rPr>
      </w:pPr>
      <w:r w:rsidRPr="00AF3135">
        <w:rPr>
          <w:rFonts w:eastAsia="Calibri" w:cs="Arial"/>
          <w:szCs w:val="20"/>
        </w:rPr>
        <w:t xml:space="preserve">Annexe </w:t>
      </w:r>
      <w:r w:rsidR="00BF44EF" w:rsidRPr="00AF3135">
        <w:rPr>
          <w:rFonts w:eastAsia="Calibri" w:cs="Arial"/>
          <w:szCs w:val="20"/>
        </w:rPr>
        <w:t>5</w:t>
      </w:r>
      <w:r w:rsidRPr="00AF3135">
        <w:rPr>
          <w:rFonts w:eastAsia="Calibri" w:cs="Arial"/>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AF3135">
      <w:pPr>
        <w:pStyle w:val="Titre1"/>
      </w:pPr>
      <w:r w:rsidRPr="001F4234">
        <w:br w:type="column"/>
      </w:r>
      <w:bookmarkStart w:id="0" w:name="_Toc191241"/>
      <w:bookmarkStart w:id="1" w:name="_Toc124414114"/>
      <w:bookmarkStart w:id="2" w:name="_Toc446348782"/>
      <w:r w:rsidR="0078225C" w:rsidRPr="001F4234">
        <w:lastRenderedPageBreak/>
        <w:t>objet</w:t>
      </w:r>
      <w:bookmarkEnd w:id="0"/>
      <w:bookmarkEnd w:id="1"/>
    </w:p>
    <w:p w14:paraId="1F853856" w14:textId="4E0B3F05"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EF7554">
        <w:rPr>
          <w:rFonts w:cs="Arial"/>
        </w:rPr>
        <w:t>VAR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EF7554">
        <w:rPr>
          <w:rFonts w:cs="Arial"/>
        </w:rPr>
        <w:t>VAR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2B917C3"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41D187AE" w14:textId="77777777" w:rsidR="00AF3135" w:rsidRPr="001F4234" w:rsidRDefault="00AF3135" w:rsidP="00F2655C">
      <w:pPr>
        <w:spacing w:before="120"/>
        <w:jc w:val="both"/>
        <w:rPr>
          <w:rFonts w:cs="Arial"/>
        </w:rPr>
      </w:pPr>
    </w:p>
    <w:p w14:paraId="259418E2" w14:textId="77777777" w:rsidR="001B7F90" w:rsidRPr="001F4234" w:rsidRDefault="001B7F90" w:rsidP="00AF3135">
      <w:pPr>
        <w:pStyle w:val="Titre1"/>
      </w:pPr>
      <w:bookmarkStart w:id="3" w:name="_Toc191242"/>
      <w:bookmarkStart w:id="4" w:name="_Toc124414115"/>
      <w:r w:rsidRPr="001F4234">
        <w:t>définitions</w:t>
      </w:r>
      <w:bookmarkEnd w:id="2"/>
      <w:bookmarkEnd w:id="3"/>
      <w:bookmarkEnd w:id="4"/>
      <w:r w:rsidRPr="001F4234">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22CCD668"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EF7554">
        <w:t>VAR TRÈS HAUT DÉBIT</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5DFCA109"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EF7554">
        <w:t>VAR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0B5208E7" w14:textId="592A607E" w:rsidR="00DD303B" w:rsidRPr="0099425A" w:rsidRDefault="00DD303B" w:rsidP="00F52D54">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r w:rsidR="00A51B43" w:rsidRPr="00A51B43">
        <w:t>VAR TRÈS HAUT DÉBIT</w:t>
      </w:r>
      <w:r w:rsidRPr="0099425A">
        <w:t xml:space="preserve"> 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71E25C62"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EF7554">
        <w:rPr>
          <w:b/>
        </w:rPr>
        <w:t>VAR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549A1347"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EF7554">
        <w:rPr>
          <w:rFonts w:cs="Arial"/>
        </w:rPr>
        <w:t>VAR TRÈS HAUT DÉBIT</w:t>
      </w:r>
      <w:r w:rsidRPr="001F4234">
        <w:rPr>
          <w:rFonts w:cs="Arial"/>
        </w:rPr>
        <w:t>.</w:t>
      </w:r>
    </w:p>
    <w:p w14:paraId="5FDE639C" w14:textId="4D12804B"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EF7554">
        <w:t>VAR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33B0E81D"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EF7554">
        <w:rPr>
          <w:rFonts w:cs="Arial"/>
        </w:rPr>
        <w:t>VAR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429378FC"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EF7554">
        <w:rPr>
          <w:rFonts w:cs="Arial"/>
        </w:rPr>
        <w:t>VAR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F4234" w:rsidRDefault="001C3466" w:rsidP="00AF3135">
      <w:pPr>
        <w:pStyle w:val="Titre1"/>
      </w:pPr>
      <w:bookmarkStart w:id="5" w:name="_Toc124414116"/>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2C817066"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EF7554">
        <w:t>VAR TRÈS HAUT DÉBIT</w:t>
      </w:r>
      <w:r w:rsidRPr="001F4234">
        <w:t xml:space="preserve"> ;</w:t>
      </w:r>
    </w:p>
    <w:p w14:paraId="7F171352" w14:textId="2F82D25E"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EF7554">
        <w:rPr>
          <w:color w:val="000000" w:themeColor="text1"/>
        </w:rPr>
        <w:t>VAR TRÈS HAUT DÉBIT</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AF3135">
      <w:pPr>
        <w:pStyle w:val="Titre1"/>
      </w:pPr>
      <w:bookmarkStart w:id="24" w:name="_Toc191243"/>
      <w:bookmarkStart w:id="25" w:name="_Toc124414117"/>
      <w:r w:rsidRPr="001F4234">
        <w:t>informations sur le déploiement</w:t>
      </w:r>
      <w:bookmarkEnd w:id="24"/>
      <w:bookmarkEnd w:id="25"/>
      <w:r w:rsidRPr="001F4234">
        <w:t> </w:t>
      </w:r>
    </w:p>
    <w:p w14:paraId="7006C3A2" w14:textId="05056746" w:rsidR="001B7F90" w:rsidRPr="001F4234" w:rsidRDefault="00EF7554" w:rsidP="00EC5830">
      <w:pPr>
        <w:spacing w:before="120"/>
        <w:jc w:val="both"/>
        <w:rPr>
          <w:rFonts w:cs="Arial"/>
        </w:rPr>
      </w:pPr>
      <w:r>
        <w:rPr>
          <w:rFonts w:cs="Arial"/>
        </w:rPr>
        <w:t>VAR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AF3135">
      <w:pPr>
        <w:pStyle w:val="Titre2"/>
      </w:pPr>
      <w:bookmarkStart w:id="26" w:name="_Toc191244"/>
      <w:bookmarkStart w:id="27" w:name="_Toc124414118"/>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2C7A9424" w:rsidR="001B7F90" w:rsidRPr="001F4234" w:rsidRDefault="00EF7554" w:rsidP="00F2655C">
      <w:pPr>
        <w:spacing w:before="120"/>
        <w:jc w:val="both"/>
        <w:rPr>
          <w:rFonts w:cs="Arial"/>
        </w:rPr>
      </w:pPr>
      <w:r>
        <w:rPr>
          <w:rFonts w:cs="Arial"/>
        </w:rPr>
        <w:t>VAR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AF3135">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4414119"/>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65B49A2B" w14:textId="1D5A858D" w:rsidR="00DD303B" w:rsidRPr="00DD303B" w:rsidRDefault="00DD303B" w:rsidP="00DD303B">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39340380"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EF7554">
        <w:rPr>
          <w:rFonts w:cs="Arial"/>
        </w:rPr>
        <w:t>VAR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B77270F" w14:textId="77777777" w:rsidR="00AF3135" w:rsidRPr="001F4234" w:rsidRDefault="00AF3135" w:rsidP="00F2655C">
      <w:pPr>
        <w:spacing w:before="120"/>
        <w:jc w:val="both"/>
        <w:rPr>
          <w:rFonts w:cs="Arial"/>
        </w:rPr>
      </w:pPr>
    </w:p>
    <w:p w14:paraId="1308EC6C" w14:textId="77777777" w:rsidR="00910EE9" w:rsidRPr="001F4234" w:rsidRDefault="00910EE9" w:rsidP="00AF3135">
      <w:pPr>
        <w:pStyle w:val="Titre1"/>
      </w:pPr>
      <w:bookmarkStart w:id="35" w:name="_Toc191246"/>
      <w:bookmarkStart w:id="36" w:name="_Toc124414120"/>
      <w:r w:rsidRPr="001F4234">
        <w:t>description de l’Offre</w:t>
      </w:r>
      <w:bookmarkEnd w:id="35"/>
      <w:bookmarkEnd w:id="36"/>
    </w:p>
    <w:p w14:paraId="5862B364" w14:textId="47996470"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EF7554">
        <w:rPr>
          <w:rFonts w:cs="Arial"/>
        </w:rPr>
        <w:t>VAR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2C661530"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EF7554">
        <w:rPr>
          <w:rFonts w:cs="Arial"/>
        </w:rPr>
        <w:t>VAR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3478CBB" w14:textId="77777777" w:rsidR="00AF3135" w:rsidRPr="001F4234" w:rsidRDefault="00AF3135" w:rsidP="00F2655C">
      <w:pPr>
        <w:spacing w:before="120"/>
        <w:jc w:val="both"/>
        <w:rPr>
          <w:rFonts w:cs="Arial"/>
        </w:rPr>
      </w:pPr>
    </w:p>
    <w:p w14:paraId="6623B198" w14:textId="77777777" w:rsidR="00315859" w:rsidRPr="001F4234" w:rsidRDefault="00682FD2" w:rsidP="00AF3135">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4414121"/>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F4234">
        <w:t>p</w:t>
      </w:r>
      <w:r w:rsidR="008F789E" w:rsidRPr="001F4234">
        <w:t xml:space="preserve">rocessus de commande </w:t>
      </w:r>
      <w:bookmarkEnd w:id="368"/>
      <w:bookmarkEnd w:id="369"/>
      <w:bookmarkEnd w:id="370"/>
      <w:bookmarkEnd w:id="371"/>
      <w:bookmarkEnd w:id="372"/>
      <w:bookmarkEnd w:id="373"/>
      <w:r w:rsidR="003C4E54" w:rsidRPr="001F4234">
        <w:t>de l’Offre</w:t>
      </w:r>
      <w:bookmarkEnd w:id="374"/>
      <w:bookmarkEnd w:id="375"/>
    </w:p>
    <w:p w14:paraId="0260FD1F" w14:textId="77777777" w:rsidR="008F789E" w:rsidRPr="001F4234" w:rsidRDefault="008F789E" w:rsidP="00AF3135">
      <w:pPr>
        <w:pStyle w:val="Titre2"/>
      </w:pPr>
      <w:bookmarkStart w:id="377" w:name="_Toc191248"/>
      <w:bookmarkStart w:id="378" w:name="_Toc124414122"/>
      <w:r w:rsidRPr="001F4234">
        <w:t>prérequis</w:t>
      </w:r>
      <w:bookmarkEnd w:id="377"/>
      <w:bookmarkEnd w:id="378"/>
    </w:p>
    <w:p w14:paraId="0D8E4C68" w14:textId="427A67F1"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EF7554">
        <w:t>VAR TRÈS HAUT DÉBIT</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4E594609" w:rsidR="002A2FFF" w:rsidRPr="001F4234" w:rsidRDefault="00D35EBD" w:rsidP="00AF3135">
      <w:pPr>
        <w:pStyle w:val="Titre2"/>
      </w:pPr>
      <w:bookmarkStart w:id="379" w:name="_Toc443401473"/>
      <w:bookmarkStart w:id="380" w:name="_Toc191249"/>
      <w:r>
        <w:br w:type="page"/>
      </w:r>
      <w:bookmarkStart w:id="381" w:name="_Toc124414123"/>
      <w:r w:rsidR="002A2FFF" w:rsidRPr="001F4234">
        <w:lastRenderedPageBreak/>
        <w:t>prévisions de commande</w:t>
      </w:r>
      <w:bookmarkEnd w:id="379"/>
      <w:bookmarkEnd w:id="380"/>
      <w:bookmarkEnd w:id="381"/>
    </w:p>
    <w:p w14:paraId="62508527" w14:textId="2AFFF921"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EF7554">
        <w:rPr>
          <w:rFonts w:cs="Arial"/>
        </w:rPr>
        <w:t>VAR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0736DA08"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EF7554">
        <w:rPr>
          <w:rFonts w:cs="Arial"/>
        </w:rPr>
        <w:t>VAR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EF7554">
        <w:rPr>
          <w:rFonts w:cs="Arial"/>
        </w:rPr>
        <w:t>VAR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AF3135">
      <w:pPr>
        <w:pStyle w:val="Titre2"/>
      </w:pPr>
      <w:bookmarkStart w:id="382" w:name="_Toc443561019"/>
      <w:bookmarkStart w:id="383" w:name="_Toc191250"/>
      <w:bookmarkStart w:id="384" w:name="_Toc124414124"/>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4CA00CAC" w:rsidR="008F789E" w:rsidRPr="001F4234" w:rsidRDefault="00EF7554" w:rsidP="00F2655C">
      <w:pPr>
        <w:spacing w:before="120"/>
        <w:jc w:val="both"/>
        <w:rPr>
          <w:rFonts w:cs="Arial"/>
        </w:rPr>
      </w:pPr>
      <w:r>
        <w:rPr>
          <w:rFonts w:cs="Arial"/>
        </w:rPr>
        <w:t>VAR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7AFC4719"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EF7554">
        <w:rPr>
          <w:rFonts w:cs="Arial"/>
        </w:rPr>
        <w:t>VAR TRÈS HAUT DÉBIT</w:t>
      </w:r>
      <w:r w:rsidR="00BC0DD3" w:rsidRPr="001F4234">
        <w:rPr>
          <w:rFonts w:cs="Arial"/>
        </w:rPr>
        <w:t xml:space="preserve"> </w:t>
      </w:r>
      <w:r w:rsidRPr="001F4234">
        <w:rPr>
          <w:rFonts w:cs="Arial"/>
        </w:rPr>
        <w:t>dans les cas suivants :</w:t>
      </w:r>
    </w:p>
    <w:p w14:paraId="69AAACB7" w14:textId="4DB282DF"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EF7554">
        <w:t>VAR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EF7554">
        <w:t>VAR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E552F8">
      <w:pPr>
        <w:pStyle w:val="Texte"/>
        <w:numPr>
          <w:ilvl w:val="0"/>
          <w:numId w:val="34"/>
        </w:numPr>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0B1E7DDA"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EF7554">
        <w:t>VAR TRÈS HAUT DÉBIT</w:t>
      </w:r>
      <w:r w:rsidR="00BC0DD3" w:rsidRPr="001F4234">
        <w:t xml:space="preserve"> </w:t>
      </w:r>
      <w:r w:rsidR="004D3773" w:rsidRPr="001F4234">
        <w:t>ou qu’elle nécessite une mise en conformité par</w:t>
      </w:r>
      <w:r w:rsidR="00950FBD" w:rsidRPr="001F4234">
        <w:t xml:space="preserve"> </w:t>
      </w:r>
      <w:r w:rsidR="00EF7554">
        <w:t>VAR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2BCED7DB" w14:textId="77777777" w:rsidR="00AF3135" w:rsidRPr="001F4234" w:rsidRDefault="00AF3135" w:rsidP="00F2655C">
      <w:pPr>
        <w:pStyle w:val="Texte"/>
      </w:pPr>
    </w:p>
    <w:p w14:paraId="6B668BF0" w14:textId="77777777" w:rsidR="008F789E" w:rsidRPr="001F4234" w:rsidRDefault="008F789E" w:rsidP="00AF3135">
      <w:pPr>
        <w:pStyle w:val="Titre1"/>
      </w:pPr>
      <w:bookmarkStart w:id="385" w:name="_Toc443561020"/>
      <w:bookmarkStart w:id="386" w:name="_Ref532583747"/>
      <w:bookmarkStart w:id="387" w:name="_Toc191251"/>
      <w:bookmarkStart w:id="388" w:name="_Toc124414125"/>
      <w:r w:rsidRPr="001F4234">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51E0B8EF" w:rsidR="008F789E" w:rsidRPr="001F4234" w:rsidRDefault="00D35EBD" w:rsidP="00F2655C">
      <w:pPr>
        <w:pStyle w:val="Texte"/>
      </w:pPr>
      <w:r>
        <w:br w:type="page"/>
      </w:r>
      <w:r w:rsidR="008F789E" w:rsidRPr="001F4234">
        <w:lastRenderedPageBreak/>
        <w:t xml:space="preserve">Aucune intervention ne peut être réalisée dans les locaux </w:t>
      </w:r>
      <w:r w:rsidR="00885DC9" w:rsidRPr="001F4234">
        <w:t xml:space="preserve">du site Client Final </w:t>
      </w:r>
      <w:r w:rsidR="008F789E" w:rsidRPr="001F4234">
        <w:t>sans la présence de l’</w:t>
      </w:r>
      <w:r w:rsidR="004D3773" w:rsidRPr="001F4234">
        <w:t>Opérateur</w:t>
      </w:r>
      <w:r w:rsidR="008F789E" w:rsidRPr="001F4234">
        <w:t xml:space="preserve"> ou de l’un de ses représentants. L’</w:t>
      </w:r>
      <w:r w:rsidR="004D3773" w:rsidRPr="001F4234">
        <w:t>Opérateur</w:t>
      </w:r>
      <w:r w:rsidR="008F789E"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008F789E"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AF3135">
      <w:pPr>
        <w:pStyle w:val="Titre2"/>
      </w:pPr>
      <w:bookmarkStart w:id="389" w:name="_Toc443561022"/>
      <w:bookmarkStart w:id="390" w:name="_Toc191252"/>
      <w:bookmarkStart w:id="391" w:name="_Toc124414126"/>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1342AEA5"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EF7554">
        <w:t>VAR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348B50D3"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EF7554">
        <w:t>VAR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5E725660"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EF7554">
        <w:t>VAR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AF3135">
      <w:pPr>
        <w:pStyle w:val="Titre30"/>
      </w:pPr>
      <w:bookmarkStart w:id="392" w:name="_Toc191253"/>
      <w:bookmarkStart w:id="393" w:name="_Toc124414127"/>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3BD95D67" w:rsidR="009D4A91" w:rsidRPr="001F4234" w:rsidRDefault="00EF7554" w:rsidP="00EC5830">
      <w:pPr>
        <w:pStyle w:val="Texte"/>
      </w:pPr>
      <w:r>
        <w:t>VAR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7E250692"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EF7554">
        <w:t>VAR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0081D9DC"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EF7554">
        <w:t>VAR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23A0456E" w:rsidR="009D4A91" w:rsidRPr="001F4234" w:rsidRDefault="00EF7554" w:rsidP="00EC5830">
      <w:pPr>
        <w:pStyle w:val="Texte"/>
      </w:pPr>
      <w:r>
        <w:t>VAR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VAR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15D3FCAC"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EF7554">
        <w:t>VAR TRÈS HAUT DÉBIT</w:t>
      </w:r>
      <w:r w:rsidR="00A00186" w:rsidRPr="001F4234">
        <w:t xml:space="preserve"> </w:t>
      </w:r>
      <w:r w:rsidRPr="001F4234">
        <w:t xml:space="preserve">est réalisée sur devis. </w:t>
      </w:r>
    </w:p>
    <w:p w14:paraId="00B5D1D9" w14:textId="5AEB6E82"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EF7554">
        <w:t>VAR TRÈS HAUT DÉBIT</w:t>
      </w:r>
      <w:r w:rsidRPr="001F4234">
        <w:t xml:space="preserve">, hors garantie de bon fonctionnement, sera réalisée sur devis accepté par l’Opérateur après étude technique de faisabilité. </w:t>
      </w:r>
    </w:p>
    <w:p w14:paraId="5A401100" w14:textId="20468430" w:rsidR="009D4A91" w:rsidRPr="001F4234" w:rsidRDefault="009D4A91" w:rsidP="00F2655C">
      <w:pPr>
        <w:pStyle w:val="Texte"/>
      </w:pPr>
      <w:r w:rsidRPr="001F4234">
        <w:t>En cas de défaillance du câblage installé par</w:t>
      </w:r>
      <w:r w:rsidR="00950FBD" w:rsidRPr="001F4234">
        <w:t xml:space="preserve"> </w:t>
      </w:r>
      <w:r w:rsidR="00EF7554">
        <w:t>VAR TRÈS HAUT DÉBIT</w:t>
      </w:r>
      <w:r w:rsidRPr="001F4234">
        <w:t xml:space="preserve">, les engagements contractuels </w:t>
      </w:r>
      <w:r w:rsidR="00A00186" w:rsidRPr="001F4234">
        <w:t>de</w:t>
      </w:r>
      <w:r w:rsidR="00950FBD" w:rsidRPr="001F4234">
        <w:t xml:space="preserve"> </w:t>
      </w:r>
      <w:r w:rsidR="00EF7554">
        <w:t>VAR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AF3135">
      <w:pPr>
        <w:pStyle w:val="Titre30"/>
      </w:pPr>
      <w:bookmarkStart w:id="394" w:name="_Toc443561023"/>
      <w:bookmarkStart w:id="395" w:name="_Toc191254"/>
      <w:bookmarkStart w:id="396" w:name="_Toc124414128"/>
      <w:r w:rsidRPr="001F4234">
        <w:lastRenderedPageBreak/>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AF3135">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45C80F82" w:rsidR="008F789E" w:rsidRPr="001F4234" w:rsidRDefault="00EF7554" w:rsidP="00EC5830">
      <w:pPr>
        <w:pStyle w:val="Texte"/>
      </w:pPr>
      <w:r>
        <w:t>VAR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VAR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07B8F62B" w14:textId="28CC0917" w:rsidR="00F52D54" w:rsidRDefault="00F52D54" w:rsidP="009545FC">
      <w:pPr>
        <w:pStyle w:val="Texte"/>
        <w:numPr>
          <w:ilvl w:val="0"/>
          <w:numId w:val="34"/>
        </w:numPr>
      </w:pPr>
      <w:r w:rsidRPr="001D0DAC">
        <w:t>délai pour un Accès à une adresse éligible avec réseau partiellement déployé : 65 jours calendaires.</w:t>
      </w:r>
    </w:p>
    <w:p w14:paraId="23B6E96B" w14:textId="372C39FE" w:rsidR="00DD303B" w:rsidRPr="001D0DAC" w:rsidRDefault="00DD303B" w:rsidP="00DD303B">
      <w:pPr>
        <w:pStyle w:val="Texte"/>
        <w:numPr>
          <w:ilvl w:val="0"/>
          <w:numId w:val="34"/>
        </w:numPr>
      </w:pPr>
      <w:r w:rsidRPr="001D0DAC">
        <w:t>délai pour un Accès à une adresse éligible avec réseau partiellement déployé du programme d</w:t>
      </w:r>
      <w:r>
        <w:t>’extension</w:t>
      </w:r>
      <w:r w:rsidRPr="001D0DAC">
        <w:t> : 1</w:t>
      </w:r>
      <w:r>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AF3135">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6F90517C" w:rsidR="004E0132" w:rsidRPr="001F4234" w:rsidRDefault="004E0132" w:rsidP="00A9465A">
      <w:pPr>
        <w:pStyle w:val="Texte"/>
        <w:numPr>
          <w:ilvl w:val="0"/>
          <w:numId w:val="34"/>
        </w:numPr>
      </w:pPr>
      <w:r>
        <w:t xml:space="preserve">la desserte interne est réalisée par </w:t>
      </w:r>
      <w:r w:rsidR="00EF7554">
        <w:t>VAR TRÈS HAUT DÉBIT</w:t>
      </w:r>
      <w:r>
        <w:t xml:space="preserve"> sur devis.</w:t>
      </w:r>
    </w:p>
    <w:p w14:paraId="32985EE3" w14:textId="77777777" w:rsidR="008F789E" w:rsidRPr="001F4234" w:rsidRDefault="0097146F" w:rsidP="00AF3135">
      <w:pPr>
        <w:pStyle w:val="Titre30"/>
      </w:pPr>
      <w:bookmarkStart w:id="400" w:name="_Toc191255"/>
      <w:bookmarkStart w:id="401" w:name="_Toc124414129"/>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1A7CF53F" w14:textId="36D039C2" w:rsidR="008F789E" w:rsidRPr="001F4234" w:rsidRDefault="0097146F" w:rsidP="00AF3135">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EF7554">
        <w:t>VAR TRÈS HAUT DÉBIT</w:t>
      </w:r>
    </w:p>
    <w:p w14:paraId="46D93001" w14:textId="77777777" w:rsidR="008F789E" w:rsidRPr="001F4234" w:rsidRDefault="008F789E" w:rsidP="00F2655C">
      <w:pPr>
        <w:keepNext/>
        <w:ind w:firstLine="2268"/>
        <w:jc w:val="both"/>
        <w:rPr>
          <w:rFonts w:eastAsia="Calibri"/>
          <w:highlight w:val="yellow"/>
        </w:rPr>
      </w:pPr>
    </w:p>
    <w:p w14:paraId="15136018" w14:textId="7D5D8D0D"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EF7554">
        <w:t>VAR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58F1C209" w:rsidR="008F789E" w:rsidRPr="001F4234" w:rsidRDefault="00376830" w:rsidP="00EC5830">
      <w:pPr>
        <w:pStyle w:val="Texte"/>
      </w:pPr>
      <w:r w:rsidRPr="001F4234">
        <w:lastRenderedPageBreak/>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EF7554">
        <w:t>VAR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1B91B471"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EF7554">
        <w:t>VAR TRÈS HAUT DÉBIT</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5E43DA53"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EF7554">
        <w:rPr>
          <w:rFonts w:ascii="Helvetica 55 Roman" w:hAnsi="Helvetica 55 Roman"/>
          <w:color w:val="000000"/>
        </w:rPr>
        <w:t>VAR TRÈS HAUT DÉBIT</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AF3135">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7944C4D8"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EF7554">
        <w:t>VAR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71EF7753"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EF7554">
        <w:t>VAR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EF7554">
        <w:t>VAR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EF7554">
        <w:t>VAR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EF7554">
        <w:t>VAR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352397B8" w:rsidR="00212EFB" w:rsidRDefault="00212EFB" w:rsidP="00EC5830">
      <w:pPr>
        <w:pStyle w:val="Texte"/>
      </w:pPr>
      <w:r w:rsidRPr="001F4234">
        <w:t>En cas d’impossibilité pour</w:t>
      </w:r>
      <w:r w:rsidR="00950FBD" w:rsidRPr="001F4234">
        <w:t xml:space="preserve"> </w:t>
      </w:r>
      <w:r w:rsidR="00EF7554">
        <w:t>VAR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1804117" w14:textId="77777777" w:rsidR="00D35EBD" w:rsidRPr="001F4234" w:rsidRDefault="00D35EBD" w:rsidP="00EC5830">
      <w:pPr>
        <w:pStyle w:val="Texte"/>
      </w:pPr>
    </w:p>
    <w:p w14:paraId="34AC5F46" w14:textId="77777777" w:rsidR="008F789E" w:rsidRPr="001F4234" w:rsidRDefault="0097146F" w:rsidP="00AF3135">
      <w:pPr>
        <w:pStyle w:val="Titre30"/>
      </w:pPr>
      <w:bookmarkStart w:id="402" w:name="_Toc443561025"/>
      <w:bookmarkStart w:id="403" w:name="_Ref532577105"/>
      <w:bookmarkStart w:id="404" w:name="_Toc191256"/>
      <w:bookmarkStart w:id="405" w:name="_Toc124414130"/>
      <w:r w:rsidRPr="001F4234">
        <w:lastRenderedPageBreak/>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179A0C77"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EF7554">
        <w:rPr>
          <w:rFonts w:cs="Arial"/>
        </w:rPr>
        <w:t>VAR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349221AD"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EF7554">
        <w:t>VAR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0FF3105"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EF7554">
        <w:t>VAR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57A12E3C"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EF7554">
        <w:t>VAR TRÈS HAUT DÉBIT</w:t>
      </w:r>
      <w:r w:rsidRPr="001F4234">
        <w:t>.</w:t>
      </w:r>
      <w:r w:rsidR="00950FBD" w:rsidRPr="001F4234">
        <w:t xml:space="preserve"> </w:t>
      </w:r>
      <w:r w:rsidR="00EF7554">
        <w:t>VAR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204DE1A1" w:rsidR="00B00CC4" w:rsidRDefault="00EF7554" w:rsidP="00F2655C">
      <w:pPr>
        <w:spacing w:before="120"/>
        <w:jc w:val="both"/>
        <w:rPr>
          <w:rFonts w:cs="Arial"/>
          <w:bCs/>
        </w:rPr>
      </w:pPr>
      <w:r>
        <w:rPr>
          <w:rFonts w:cs="Arial"/>
        </w:rPr>
        <w:t>VAR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66D5A1E5" w14:textId="77777777" w:rsidR="00D35EBD" w:rsidRPr="001F4234" w:rsidRDefault="00D35EBD" w:rsidP="00F2655C">
      <w:pPr>
        <w:spacing w:before="120"/>
        <w:jc w:val="both"/>
        <w:rPr>
          <w:rFonts w:cs="Arial"/>
          <w:bCs/>
        </w:rPr>
      </w:pPr>
    </w:p>
    <w:p w14:paraId="0CAE4DB1" w14:textId="77777777" w:rsidR="008F789E" w:rsidRPr="001F4234" w:rsidRDefault="0097146F" w:rsidP="00AF3135">
      <w:pPr>
        <w:pStyle w:val="Titre30"/>
      </w:pPr>
      <w:bookmarkStart w:id="406" w:name="_Toc443561026"/>
      <w:bookmarkStart w:id="407" w:name="_Toc191257"/>
      <w:bookmarkStart w:id="408" w:name="_Toc124414131"/>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10931065"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EF7554">
        <w:rPr>
          <w:rFonts w:cs="Arial"/>
          <w:bCs/>
        </w:rPr>
        <w:t>VAR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EF7554">
        <w:rPr>
          <w:rFonts w:cs="Arial"/>
          <w:bCs/>
        </w:rPr>
        <w:t>VAR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EF7554">
        <w:rPr>
          <w:rFonts w:cs="Arial"/>
          <w:bCs/>
        </w:rPr>
        <w:t>VAR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01BC9F47"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EF7554">
        <w:rPr>
          <w:rFonts w:cs="Arial"/>
          <w:bCs/>
        </w:rPr>
        <w:t>VAR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C3706B7" w14:textId="77777777" w:rsidR="00AF3135" w:rsidRPr="001F4234" w:rsidRDefault="00AF3135" w:rsidP="00F2655C">
      <w:pPr>
        <w:spacing w:before="120"/>
        <w:jc w:val="both"/>
        <w:rPr>
          <w:rFonts w:cs="Arial"/>
          <w:bCs/>
        </w:rPr>
      </w:pPr>
    </w:p>
    <w:p w14:paraId="3714CC32" w14:textId="77777777" w:rsidR="008F789E" w:rsidRPr="001F4234" w:rsidRDefault="008F789E" w:rsidP="00AF3135">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4414132"/>
      <w:r w:rsidRPr="001F4234">
        <w:lastRenderedPageBreak/>
        <w:t>service après-vente</w:t>
      </w:r>
      <w:bookmarkEnd w:id="409"/>
      <w:bookmarkEnd w:id="410"/>
      <w:bookmarkEnd w:id="411"/>
      <w:bookmarkEnd w:id="412"/>
      <w:bookmarkEnd w:id="413"/>
      <w:bookmarkEnd w:id="414"/>
      <w:bookmarkEnd w:id="415"/>
      <w:bookmarkEnd w:id="416"/>
      <w:bookmarkEnd w:id="417"/>
    </w:p>
    <w:p w14:paraId="33EA7E6B" w14:textId="760EE4FE"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EF7554">
        <w:rPr>
          <w:rFonts w:cs="Arial"/>
          <w:bCs/>
        </w:rPr>
        <w:t>VAR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EF7554">
        <w:rPr>
          <w:rFonts w:cs="Arial"/>
          <w:bCs/>
        </w:rPr>
        <w:t>VAR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EF7554">
        <w:rPr>
          <w:rFonts w:cs="Arial"/>
          <w:bCs/>
        </w:rPr>
        <w:t>VAR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AF3135">
      <w:pPr>
        <w:pStyle w:val="Titre2"/>
      </w:pPr>
      <w:bookmarkStart w:id="418" w:name="_Toc191259"/>
      <w:bookmarkStart w:id="419" w:name="_Toc124414133"/>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5BA0FE9F"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EF7554">
        <w:rPr>
          <w:rFonts w:cs="Arial"/>
          <w:bCs/>
        </w:rPr>
        <w:t>VAR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AF3135">
      <w:pPr>
        <w:pStyle w:val="Titre2"/>
      </w:pPr>
      <w:bookmarkStart w:id="420" w:name="_Toc443561035"/>
      <w:bookmarkStart w:id="421" w:name="_Toc191260"/>
      <w:bookmarkStart w:id="422" w:name="_Toc124414134"/>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379C51EC"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EF7554">
        <w:rPr>
          <w:rFonts w:cs="Arial"/>
          <w:bCs/>
        </w:rPr>
        <w:t>VAR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0FD2A8F5" w14:textId="47D3000B" w:rsidR="008F789E" w:rsidRPr="00AF3135" w:rsidRDefault="00647E20" w:rsidP="00AF3135">
      <w:pPr>
        <w:pStyle w:val="Titre2"/>
      </w:pPr>
      <w:bookmarkStart w:id="423" w:name="_Toc191261"/>
      <w:bookmarkStart w:id="424" w:name="_Toc124414135"/>
      <w:r w:rsidRPr="001F4234">
        <w:t>disponibilité annuelle stan</w:t>
      </w:r>
      <w:r w:rsidR="00B51035" w:rsidRPr="001F4234">
        <w:t>dard d’un Accès</w:t>
      </w:r>
      <w:bookmarkEnd w:id="423"/>
      <w:bookmarkEnd w:id="424"/>
      <w:r w:rsidRPr="001F4234">
        <w:t xml:space="preserve"> </w:t>
      </w:r>
    </w:p>
    <w:p w14:paraId="1FA878A0" w14:textId="20DB754C" w:rsidR="005F21F5" w:rsidRPr="001F4234" w:rsidRDefault="00EF7554" w:rsidP="00EC5830">
      <w:pPr>
        <w:spacing w:before="120"/>
        <w:jc w:val="both"/>
        <w:rPr>
          <w:rFonts w:cs="Arial"/>
          <w:bCs/>
        </w:rPr>
      </w:pPr>
      <w:r>
        <w:rPr>
          <w:rFonts w:cs="Arial"/>
        </w:rPr>
        <w:t>VAR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2531F26A" w:rsidR="008B6618" w:rsidRPr="001F4234" w:rsidRDefault="00EF7554" w:rsidP="00F2655C">
      <w:pPr>
        <w:pStyle w:val="Texte"/>
        <w:rPr>
          <w:bCs/>
        </w:rPr>
      </w:pPr>
      <w:r>
        <w:t>VAR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AF3135">
      <w:pPr>
        <w:pStyle w:val="Titre2"/>
      </w:pPr>
      <w:bookmarkStart w:id="425" w:name="_Toc492992403"/>
      <w:bookmarkStart w:id="426" w:name="_Toc191262"/>
      <w:bookmarkStart w:id="427" w:name="_Toc124414136"/>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5A02F9A0" w:rsidR="0031402E" w:rsidRPr="001F4234" w:rsidRDefault="00EF7554" w:rsidP="00EC5830">
      <w:pPr>
        <w:spacing w:before="120"/>
        <w:jc w:val="both"/>
        <w:rPr>
          <w:rFonts w:cs="Arial"/>
          <w:bCs/>
        </w:rPr>
      </w:pPr>
      <w:r>
        <w:rPr>
          <w:rFonts w:cs="Arial"/>
        </w:rPr>
        <w:t>VAR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lastRenderedPageBreak/>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14093DAA"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EF7554">
        <w:rPr>
          <w:rFonts w:cs="Arial"/>
        </w:rPr>
        <w:t>VAR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34170005" w:rsidR="008F789E" w:rsidRPr="001F4234" w:rsidRDefault="008F789E" w:rsidP="00AF3135">
      <w:pPr>
        <w:pStyle w:val="Titre2"/>
      </w:pPr>
      <w:bookmarkStart w:id="429" w:name="_Toc443561039"/>
      <w:bookmarkStart w:id="430" w:name="_Toc191263"/>
      <w:bookmarkStart w:id="431" w:name="_Toc124414137"/>
      <w:r w:rsidRPr="001F4234">
        <w:t xml:space="preserve">conditions requises pour la mise en œuvre des engagements </w:t>
      </w:r>
      <w:bookmarkEnd w:id="429"/>
      <w:r w:rsidR="00950FBD" w:rsidRPr="001F4234">
        <w:t xml:space="preserve">de </w:t>
      </w:r>
      <w:bookmarkEnd w:id="430"/>
      <w:r w:rsidR="00EF7554">
        <w:t>VAR TRÈS HAUT DÉBIT</w:t>
      </w:r>
      <w:bookmarkEnd w:id="431"/>
    </w:p>
    <w:p w14:paraId="66A95C24" w14:textId="14B608D3" w:rsidR="008F789E" w:rsidRPr="001F4234" w:rsidRDefault="008F789E" w:rsidP="00F2655C">
      <w:pPr>
        <w:pStyle w:val="Texte"/>
      </w:pPr>
      <w:r w:rsidRPr="001F4234">
        <w:t xml:space="preserve">L'engagement </w:t>
      </w:r>
      <w:r w:rsidR="00950FBD" w:rsidRPr="001F4234">
        <w:t xml:space="preserve">de </w:t>
      </w:r>
      <w:r w:rsidR="00EF7554">
        <w:t>VAR TRÈS HAUT DÉBIT</w:t>
      </w:r>
      <w:r w:rsidR="003F1196" w:rsidRPr="001F4234">
        <w:t xml:space="preserve"> </w:t>
      </w:r>
      <w:r w:rsidRPr="001F4234">
        <w:t>couvre toute interruption absolue de l’Offre dont le caractère continu est constaté par</w:t>
      </w:r>
      <w:r w:rsidR="00950FBD" w:rsidRPr="001F4234">
        <w:t xml:space="preserve"> </w:t>
      </w:r>
      <w:r w:rsidR="00EF7554">
        <w:t>VAR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2EAD0455"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EF7554">
        <w:t>VAR TRÈS HAUT DÉBIT</w:t>
      </w:r>
      <w:r w:rsidR="003F1196" w:rsidRPr="001F4234">
        <w:t xml:space="preserve"> </w:t>
      </w:r>
      <w:r w:rsidRPr="001F4234">
        <w:t>dans les limites prévues par les STAS.</w:t>
      </w:r>
    </w:p>
    <w:p w14:paraId="5BCBB99F" w14:textId="1B2E216B"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EF7554">
        <w:t>VAR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4ADAA4CF"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EF7554">
        <w:t>VAR TRÈS HAUT DÉBIT</w:t>
      </w:r>
      <w:r w:rsidR="003F1196" w:rsidRPr="001F4234">
        <w:t xml:space="preserve"> </w:t>
      </w:r>
      <w:r w:rsidRPr="001F4234">
        <w:t>tels que décrits ci-dessus,</w:t>
      </w:r>
      <w:r w:rsidR="00950FBD" w:rsidRPr="001F4234">
        <w:t xml:space="preserve"> </w:t>
      </w:r>
      <w:r w:rsidR="00EF7554">
        <w:t>VAR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09FF567F"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EF7554">
        <w:t>VAR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342EADA3"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EF7554">
        <w:t>VAR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7DC275F3" w:rsidR="00973AC3" w:rsidRPr="001F4234" w:rsidRDefault="00EF7554" w:rsidP="00F2655C">
      <w:pPr>
        <w:pStyle w:val="Texte"/>
      </w:pPr>
      <w:r>
        <w:t>VAR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6A1A2839"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EF7554">
        <w:t>VAR TRÈS HAUT DÉBIT</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178B091C" w:rsidR="008F789E" w:rsidRPr="001F4234" w:rsidRDefault="008F789E" w:rsidP="00AF3135">
      <w:pPr>
        <w:pStyle w:val="Titre2"/>
      </w:pPr>
      <w:bookmarkStart w:id="432" w:name="_Toc443561040"/>
      <w:bookmarkStart w:id="433" w:name="_Toc191264"/>
      <w:bookmarkStart w:id="434" w:name="_Toc124414138"/>
      <w:r w:rsidRPr="001F4234">
        <w:lastRenderedPageBreak/>
        <w:t xml:space="preserve">pénalités à la charge </w:t>
      </w:r>
      <w:bookmarkEnd w:id="432"/>
      <w:r w:rsidR="00950FBD" w:rsidRPr="001F4234">
        <w:t xml:space="preserve">de </w:t>
      </w:r>
      <w:bookmarkEnd w:id="433"/>
      <w:r w:rsidR="00EF7554">
        <w:t>VAR TRÈS HAUT DÉBIT</w:t>
      </w:r>
      <w:bookmarkEnd w:id="434"/>
    </w:p>
    <w:p w14:paraId="2EC11A21" w14:textId="4A6C5B9B"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EF7554">
        <w:t>VAR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52CCED34"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EF7554">
        <w:t>VAR TRÈS HAUT DÉBIT</w:t>
      </w:r>
      <w:r w:rsidR="003F1196" w:rsidRPr="001F4234">
        <w:t xml:space="preserve"> </w:t>
      </w:r>
      <w:r w:rsidR="0031402E" w:rsidRPr="001F4234">
        <w:t xml:space="preserve">nécessitant une autorisation de tiers extérieur </w:t>
      </w:r>
      <w:r w:rsidR="00950FBD" w:rsidRPr="001F4234">
        <w:t xml:space="preserve">à </w:t>
      </w:r>
      <w:r w:rsidR="00EF7554">
        <w:t>VAR TRÈS HAUT DÉBIT</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26095C7F"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502E3F97" w14:textId="77777777" w:rsidR="00AF3135" w:rsidRPr="001F4234" w:rsidRDefault="00AF3135" w:rsidP="00EC5830">
      <w:pPr>
        <w:pStyle w:val="Texte"/>
      </w:pPr>
    </w:p>
    <w:p w14:paraId="69757023" w14:textId="77777777" w:rsidR="008F789E" w:rsidRPr="001F4234" w:rsidRDefault="008F789E" w:rsidP="00AF3135">
      <w:pPr>
        <w:pStyle w:val="Titre1"/>
      </w:pPr>
      <w:bookmarkStart w:id="435" w:name="_Toc443561041"/>
      <w:bookmarkStart w:id="436" w:name="_Toc191265"/>
      <w:bookmarkStart w:id="437" w:name="_Toc124414139"/>
      <w:r w:rsidRPr="001F4234">
        <w:t>modifications de l’Offre</w:t>
      </w:r>
      <w:bookmarkEnd w:id="435"/>
      <w:bookmarkEnd w:id="436"/>
      <w:bookmarkEnd w:id="437"/>
    </w:p>
    <w:p w14:paraId="595BE121" w14:textId="249D0C90" w:rsidR="008F789E" w:rsidRPr="001F4234" w:rsidRDefault="00EF7554" w:rsidP="00F2655C">
      <w:pPr>
        <w:pStyle w:val="Texte"/>
      </w:pPr>
      <w:r>
        <w:t>VAR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AF3135">
      <w:pPr>
        <w:pStyle w:val="Titre2"/>
      </w:pPr>
      <w:bookmarkStart w:id="438" w:name="_Toc191266"/>
      <w:bookmarkStart w:id="439" w:name="_Toc124414140"/>
      <w:r w:rsidRPr="001F4234">
        <w:lastRenderedPageBreak/>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AF3135">
      <w:pPr>
        <w:pStyle w:val="Titre2"/>
      </w:pPr>
      <w:bookmarkStart w:id="440" w:name="_Toc443561045"/>
      <w:bookmarkStart w:id="441" w:name="_Toc191267"/>
      <w:bookmarkStart w:id="442" w:name="_Toc124414141"/>
      <w:r w:rsidRPr="00AF3135">
        <w:t xml:space="preserve">cas particulier du </w:t>
      </w:r>
      <w:r w:rsidR="008F789E" w:rsidRPr="00AF3135">
        <w:t xml:space="preserve">déplacement de l’extrémité </w:t>
      </w:r>
      <w:r w:rsidR="006166C2" w:rsidRPr="00AF3135">
        <w:t xml:space="preserve">de l’Accès </w:t>
      </w:r>
      <w:r w:rsidR="008F789E" w:rsidRPr="00AF3135">
        <w:t xml:space="preserve">sur le même </w:t>
      </w:r>
      <w:r w:rsidR="00061BB4" w:rsidRPr="00AF3135">
        <w:t>s</w:t>
      </w:r>
      <w:r w:rsidR="008F789E" w:rsidRPr="00AF3135">
        <w:t>ite</w:t>
      </w:r>
      <w:r w:rsidR="008F789E" w:rsidRPr="001F4234">
        <w:t xml:space="preserve"> </w:t>
      </w:r>
      <w:bookmarkEnd w:id="440"/>
      <w:r w:rsidR="006166C2" w:rsidRPr="001F4234">
        <w:t>Client Final</w:t>
      </w:r>
      <w:bookmarkEnd w:id="441"/>
      <w:bookmarkEnd w:id="442"/>
    </w:p>
    <w:p w14:paraId="68DAAB14" w14:textId="344497AF" w:rsidR="008F789E" w:rsidRPr="001F4234" w:rsidRDefault="00EF7554" w:rsidP="00F2655C">
      <w:pPr>
        <w:pStyle w:val="Texte"/>
      </w:pPr>
      <w:r>
        <w:t>VAR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F4234" w:rsidRDefault="008F789E" w:rsidP="00AF3135">
      <w:pPr>
        <w:pStyle w:val="Titre1"/>
      </w:pPr>
      <w:bookmarkStart w:id="443" w:name="_Toc443561046"/>
      <w:bookmarkStart w:id="444" w:name="_Toc191268"/>
      <w:bookmarkStart w:id="445" w:name="_Toc124414142"/>
      <w:r w:rsidRPr="001F4234">
        <w:t>centralisation des commandes et de la gestion</w:t>
      </w:r>
      <w:bookmarkEnd w:id="443"/>
      <w:bookmarkEnd w:id="444"/>
      <w:bookmarkEnd w:id="445"/>
      <w:r w:rsidRPr="001F4234">
        <w:t xml:space="preserve"> </w:t>
      </w:r>
    </w:p>
    <w:p w14:paraId="0BE1A28D" w14:textId="144E25D4" w:rsidR="008F789E" w:rsidRPr="001F4234" w:rsidRDefault="008F789E" w:rsidP="00F2655C">
      <w:pPr>
        <w:pStyle w:val="Texte"/>
      </w:pPr>
      <w:r w:rsidRPr="001F4234">
        <w:t>La mise en œuvre de l’Offre suppose une gestion centralisée par</w:t>
      </w:r>
      <w:r w:rsidR="00950FBD" w:rsidRPr="001F4234">
        <w:t xml:space="preserve"> </w:t>
      </w:r>
      <w:r w:rsidR="00EF7554">
        <w:t>VAR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EF7554">
        <w:t>VAR TRÈS HAUT DÉBIT</w:t>
      </w:r>
      <w:r w:rsidR="00327D3F" w:rsidRPr="001F4234">
        <w:t xml:space="preserve"> </w:t>
      </w:r>
      <w:r w:rsidRPr="001F4234">
        <w:t>dans le bon de commande.</w:t>
      </w:r>
    </w:p>
    <w:p w14:paraId="6A25AAA6" w14:textId="019F6A61"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5BC0BE7D" w14:textId="77777777" w:rsidR="00AF3135" w:rsidRPr="001F4234" w:rsidRDefault="00AF3135" w:rsidP="00EC5830">
      <w:pPr>
        <w:pStyle w:val="Texte"/>
      </w:pPr>
    </w:p>
    <w:p w14:paraId="13178853" w14:textId="036893F6" w:rsidR="002D151E" w:rsidRPr="001F4234" w:rsidRDefault="002D151E" w:rsidP="00AF3135">
      <w:pPr>
        <w:pStyle w:val="Titre1"/>
      </w:pPr>
      <w:bookmarkStart w:id="446" w:name="_Toc191269"/>
      <w:bookmarkStart w:id="447" w:name="_Toc124414143"/>
      <w:r w:rsidRPr="001F4234">
        <w:t xml:space="preserve">évolution du réseau </w:t>
      </w:r>
      <w:r w:rsidR="00950FBD" w:rsidRPr="001F4234">
        <w:t xml:space="preserve">de </w:t>
      </w:r>
      <w:bookmarkEnd w:id="446"/>
      <w:r w:rsidR="00EF7554">
        <w:t>VAR TRÈS HAUT DÉBIT</w:t>
      </w:r>
      <w:bookmarkEnd w:id="447"/>
    </w:p>
    <w:p w14:paraId="08D59227" w14:textId="77777777" w:rsidR="002D151E" w:rsidRPr="001F4234" w:rsidRDefault="002D151E" w:rsidP="00AF3135">
      <w:pPr>
        <w:pStyle w:val="Titre2"/>
      </w:pPr>
      <w:bookmarkStart w:id="448" w:name="_Toc191270"/>
      <w:bookmarkStart w:id="449" w:name="_Toc124414144"/>
      <w:r w:rsidRPr="001F4234">
        <w:t>modifications des conditions de fourniture</w:t>
      </w:r>
      <w:bookmarkEnd w:id="448"/>
      <w:bookmarkEnd w:id="449"/>
      <w:r w:rsidRPr="001F4234">
        <w:t xml:space="preserve"> </w:t>
      </w:r>
    </w:p>
    <w:p w14:paraId="045485EA" w14:textId="0435B51C"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EF7554">
        <w:t>VAR TRÈS HAUT DÉBIT</w:t>
      </w:r>
      <w:r w:rsidR="003F1196" w:rsidRPr="001F4234">
        <w:t xml:space="preserve"> </w:t>
      </w:r>
      <w:r w:rsidRPr="001F4234">
        <w:t>peuvent faire l'objet d'évolutions par</w:t>
      </w:r>
      <w:r w:rsidR="00950FBD" w:rsidRPr="001F4234">
        <w:t xml:space="preserve"> </w:t>
      </w:r>
      <w:r w:rsidR="00EF7554">
        <w:t>VAR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EF7554">
        <w:t>VAR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AF3135">
      <w:pPr>
        <w:pStyle w:val="Titre2"/>
      </w:pPr>
      <w:bookmarkStart w:id="450" w:name="_Toc191271"/>
      <w:bookmarkStart w:id="451" w:name="_Toc124414145"/>
      <w:r w:rsidRPr="001F4234">
        <w:t xml:space="preserve">fermeture d'un </w:t>
      </w:r>
      <w:r w:rsidR="00B45382">
        <w:t>PM</w:t>
      </w:r>
      <w:bookmarkEnd w:id="450"/>
      <w:bookmarkEnd w:id="451"/>
      <w:r w:rsidRPr="001F4234">
        <w:t xml:space="preserve"> </w:t>
      </w:r>
    </w:p>
    <w:p w14:paraId="5F22453E" w14:textId="5E00E735" w:rsidR="002D151E" w:rsidRDefault="002D151E" w:rsidP="00EC5830">
      <w:pPr>
        <w:pStyle w:val="Texte"/>
      </w:pPr>
      <w:r w:rsidRPr="001F4234">
        <w:t xml:space="preserve">En cas de fermeture d'un </w:t>
      </w:r>
      <w:r w:rsidR="00B45382">
        <w:t>PM</w:t>
      </w:r>
      <w:r w:rsidRPr="001F4234">
        <w:t>,</w:t>
      </w:r>
      <w:r w:rsidR="00950FBD" w:rsidRPr="001F4234">
        <w:t xml:space="preserve"> </w:t>
      </w:r>
      <w:r w:rsidR="00EF7554">
        <w:t>VAR TRÈS HAUT DÉBIT</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EF7554">
        <w:t>VAR TRÈS HAUT DÉBIT</w:t>
      </w:r>
      <w:r w:rsidRPr="001F4234">
        <w:t xml:space="preserve"> sur ledit </w:t>
      </w:r>
      <w:r w:rsidR="00B45382">
        <w:t>PM</w:t>
      </w:r>
      <w:r w:rsidRPr="001F4234">
        <w:t>.</w:t>
      </w:r>
    </w:p>
    <w:p w14:paraId="63B2C7D9" w14:textId="77777777" w:rsidR="00AF3135" w:rsidRPr="001F4234" w:rsidRDefault="00AF3135" w:rsidP="00EC5830">
      <w:pPr>
        <w:pStyle w:val="Texte"/>
      </w:pPr>
    </w:p>
    <w:p w14:paraId="34D2C868" w14:textId="360D1EF9" w:rsidR="00E038C6" w:rsidRPr="001F4234" w:rsidRDefault="00705B8C" w:rsidP="00AF3135">
      <w:pPr>
        <w:pStyle w:val="Titre1"/>
      </w:pPr>
      <w:bookmarkStart w:id="452" w:name="_Toc191272"/>
      <w:bookmarkStart w:id="453" w:name="_Toc124414146"/>
      <w:r w:rsidRPr="001F4234">
        <w:lastRenderedPageBreak/>
        <w:t>durée et</w:t>
      </w:r>
      <w:r w:rsidR="00F04DA9" w:rsidRPr="001F4234">
        <w:t xml:space="preserve"> date</w:t>
      </w:r>
      <w:r w:rsidRPr="001F4234">
        <w:t xml:space="preserve"> d’effet</w:t>
      </w:r>
      <w:bookmarkEnd w:id="452"/>
      <w:bookmarkEnd w:id="453"/>
    </w:p>
    <w:p w14:paraId="155F14ED" w14:textId="306A0DF9"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6FA6E94A" w14:textId="77777777" w:rsidR="00AF3135" w:rsidRPr="001F4234" w:rsidRDefault="00AF3135" w:rsidP="00EC5830">
      <w:pPr>
        <w:pStyle w:val="Texte"/>
      </w:pPr>
    </w:p>
    <w:p w14:paraId="7BB28516" w14:textId="77777777" w:rsidR="00A0643A" w:rsidRPr="001F4234" w:rsidRDefault="00A0643A" w:rsidP="00AF3135">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124414147"/>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F4234">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068536FA" w:rsidR="00A0643A" w:rsidRDefault="00A0643A" w:rsidP="00F2655C">
      <w:pPr>
        <w:pStyle w:val="Texte"/>
      </w:pPr>
      <w:r w:rsidRPr="001F4234">
        <w:t>Les prix peuvent être modifiés selon les modalités précisées dans les Conditions Générales.</w:t>
      </w:r>
    </w:p>
    <w:p w14:paraId="3F9AD02A" w14:textId="77777777" w:rsidR="00AF3135" w:rsidRPr="001F4234" w:rsidRDefault="00AF3135" w:rsidP="00F2655C">
      <w:pPr>
        <w:pStyle w:val="Texte"/>
      </w:pPr>
    </w:p>
    <w:p w14:paraId="54C033E5" w14:textId="77777777" w:rsidR="00A0643A" w:rsidRPr="001F4234" w:rsidRDefault="00A0643A" w:rsidP="00AF3135">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4414148"/>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F4234">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AF3135">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4414149"/>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AF3135">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4414150"/>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1DA7C911"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EF7554">
        <w:t>VAR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EF7554">
        <w:t>VAR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EF7554">
        <w:t>VAR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EF7554">
        <w:t>VAR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AF3135">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4414151"/>
      <w:r w:rsidRPr="001F4234">
        <w:lastRenderedPageBreak/>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559E04A3"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EF7554">
        <w:t>VAR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10339827" w14:textId="5E2C76AF" w:rsidR="005E7062" w:rsidRPr="001F4234" w:rsidRDefault="001B7082" w:rsidP="00EF7554">
      <w:pPr>
        <w:pStyle w:val="Texte"/>
      </w:pPr>
      <w:r w:rsidRPr="001F4234">
        <w:t>La résiliation d’un Accès entraîne la résiliation des options qui lui sont attachées.</w:t>
      </w:r>
      <w:bookmarkEnd w:id="533"/>
    </w:p>
    <w:sectPr w:rsidR="005E7062" w:rsidRPr="001F4234" w:rsidSect="005945D3">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27DC0" w14:textId="77777777" w:rsidR="008D22CA" w:rsidRDefault="008D22CA">
      <w:pPr>
        <w:pStyle w:val="Pieddepage"/>
      </w:pPr>
      <w:r>
        <w:separator/>
      </w:r>
    </w:p>
  </w:endnote>
  <w:endnote w:type="continuationSeparator" w:id="0">
    <w:p w14:paraId="27C86606" w14:textId="77777777" w:rsidR="008D22CA" w:rsidRDefault="008D22CA">
      <w:pPr>
        <w:pStyle w:val="Pieddepage"/>
      </w:pPr>
      <w:r>
        <w:continuationSeparator/>
      </w:r>
    </w:p>
  </w:endnote>
  <w:endnote w:type="continuationNotice" w:id="1">
    <w:p w14:paraId="3F9A90DF"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A51B43">
      <w:rPr>
        <w:bCs/>
        <w:noProof/>
        <w:sz w:val="16"/>
        <w:szCs w:val="16"/>
      </w:rPr>
      <w:t>4</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A51B43">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F8A3D" w14:textId="77777777" w:rsidR="008D22CA" w:rsidRDefault="008D22CA">
      <w:pPr>
        <w:pStyle w:val="Pieddepage"/>
      </w:pPr>
      <w:r>
        <w:separator/>
      </w:r>
    </w:p>
  </w:footnote>
  <w:footnote w:type="continuationSeparator" w:id="0">
    <w:p w14:paraId="122C72B6" w14:textId="77777777" w:rsidR="008D22CA" w:rsidRDefault="008D22CA">
      <w:pPr>
        <w:pStyle w:val="Pieddepage"/>
      </w:pPr>
      <w:r>
        <w:continuationSeparator/>
      </w:r>
    </w:p>
  </w:footnote>
  <w:footnote w:type="continuationNotice" w:id="1">
    <w:p w14:paraId="09CE59FB" w14:textId="77777777" w:rsidR="008D22CA" w:rsidRDefault="008D2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213F2" w14:textId="77777777" w:rsidR="00CE15A6" w:rsidRDefault="00CE15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16C6" w14:textId="77777777" w:rsidR="00CE15A6" w:rsidRDefault="00CE15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3DF7013E" w:rsidR="00A07D6D" w:rsidRPr="00EF7554" w:rsidRDefault="00CE15A6" w:rsidP="00EF7554">
    <w:pPr>
      <w:pStyle w:val="En-tte"/>
    </w:pPr>
    <w:r>
      <w:rPr>
        <w:noProof/>
      </w:rPr>
      <w:drawing>
        <wp:inline distT="0" distB="0" distL="0" distR="0" wp14:anchorId="47F76D82" wp14:editId="7A30E0BA">
          <wp:extent cx="868680" cy="835025"/>
          <wp:effectExtent l="0" t="0" r="7620" b="3175"/>
          <wp:docPr id="741294774" name="Image 1" descr="Une image contenant laiton, conception&#10;&#10;Description générée automatiquement avec une confiance moy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294774" name="Image 1" descr="Une image contenant laiton, conception&#10;&#10;Description générée automatiquement avec une confiance moyenn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68680" cy="835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B05C5DFC"/>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7951622">
    <w:abstractNumId w:val="8"/>
  </w:num>
  <w:num w:numId="2" w16cid:durableId="1952318548">
    <w:abstractNumId w:val="3"/>
  </w:num>
  <w:num w:numId="3" w16cid:durableId="1042368684">
    <w:abstractNumId w:val="2"/>
  </w:num>
  <w:num w:numId="4" w16cid:durableId="2112432321">
    <w:abstractNumId w:val="1"/>
  </w:num>
  <w:num w:numId="5" w16cid:durableId="745300618">
    <w:abstractNumId w:val="0"/>
  </w:num>
  <w:num w:numId="6" w16cid:durableId="1670793457">
    <w:abstractNumId w:val="9"/>
  </w:num>
  <w:num w:numId="7" w16cid:durableId="399331059">
    <w:abstractNumId w:val="7"/>
  </w:num>
  <w:num w:numId="8" w16cid:durableId="1264411173">
    <w:abstractNumId w:val="6"/>
  </w:num>
  <w:num w:numId="9" w16cid:durableId="1651598961">
    <w:abstractNumId w:val="5"/>
  </w:num>
  <w:num w:numId="10" w16cid:durableId="674452915">
    <w:abstractNumId w:val="4"/>
  </w:num>
  <w:num w:numId="11" w16cid:durableId="1023946309">
    <w:abstractNumId w:val="22"/>
  </w:num>
  <w:num w:numId="12" w16cid:durableId="1949434118">
    <w:abstractNumId w:val="19"/>
  </w:num>
  <w:num w:numId="13" w16cid:durableId="1747068617">
    <w:abstractNumId w:val="12"/>
  </w:num>
  <w:num w:numId="14" w16cid:durableId="1765223298">
    <w:abstractNumId w:val="16"/>
  </w:num>
  <w:num w:numId="15" w16cid:durableId="1219710118">
    <w:abstractNumId w:val="26"/>
  </w:num>
  <w:num w:numId="16" w16cid:durableId="1474981661">
    <w:abstractNumId w:val="27"/>
  </w:num>
  <w:num w:numId="17" w16cid:durableId="1194415988">
    <w:abstractNumId w:val="34"/>
  </w:num>
  <w:num w:numId="18" w16cid:durableId="1062099605">
    <w:abstractNumId w:val="18"/>
  </w:num>
  <w:num w:numId="19" w16cid:durableId="1527212330">
    <w:abstractNumId w:val="31"/>
  </w:num>
  <w:num w:numId="20" w16cid:durableId="1656765044">
    <w:abstractNumId w:val="32"/>
  </w:num>
  <w:num w:numId="21" w16cid:durableId="1033191559">
    <w:abstractNumId w:val="29"/>
  </w:num>
  <w:num w:numId="22" w16cid:durableId="508372158">
    <w:abstractNumId w:val="33"/>
  </w:num>
  <w:num w:numId="23" w16cid:durableId="640501505">
    <w:abstractNumId w:val="24"/>
  </w:num>
  <w:num w:numId="24" w16cid:durableId="465397767">
    <w:abstractNumId w:val="20"/>
  </w:num>
  <w:num w:numId="25" w16cid:durableId="193083349">
    <w:abstractNumId w:val="25"/>
  </w:num>
  <w:num w:numId="26" w16cid:durableId="1965772115">
    <w:abstractNumId w:val="15"/>
  </w:num>
  <w:num w:numId="27" w16cid:durableId="2062827011">
    <w:abstractNumId w:val="11"/>
  </w:num>
  <w:num w:numId="28" w16cid:durableId="1501117932">
    <w:abstractNumId w:val="23"/>
  </w:num>
  <w:num w:numId="29" w16cid:durableId="1254511201">
    <w:abstractNumId w:val="10"/>
  </w:num>
  <w:num w:numId="30" w16cid:durableId="1659571701">
    <w:abstractNumId w:val="35"/>
  </w:num>
  <w:num w:numId="31" w16cid:durableId="18819390">
    <w:abstractNumId w:val="13"/>
  </w:num>
  <w:num w:numId="32" w16cid:durableId="1670325469">
    <w:abstractNumId w:val="14"/>
  </w:num>
  <w:num w:numId="33" w16cid:durableId="1187523171">
    <w:abstractNumId w:val="21"/>
  </w:num>
  <w:num w:numId="34" w16cid:durableId="1293318486">
    <w:abstractNumId w:val="30"/>
  </w:num>
  <w:num w:numId="35" w16cid:durableId="121774420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58686657">
    <w:abstractNumId w:val="36"/>
  </w:num>
  <w:num w:numId="37" w16cid:durableId="313341775">
    <w:abstractNumId w:val="14"/>
  </w:num>
  <w:num w:numId="38" w16cid:durableId="427383787">
    <w:abstractNumId w:val="22"/>
  </w:num>
  <w:num w:numId="39" w16cid:durableId="1892158337">
    <w:abstractNumId w:val="22"/>
  </w:num>
  <w:num w:numId="40" w16cid:durableId="291134233">
    <w:abstractNumId w:val="22"/>
  </w:num>
  <w:num w:numId="41" w16cid:durableId="1848516123">
    <w:abstractNumId w:val="30"/>
  </w:num>
  <w:num w:numId="42" w16cid:durableId="2146970739">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2083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4FD7"/>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4987"/>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1B43"/>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135"/>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7968"/>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5AB5"/>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0CB3"/>
    <w:rsid w:val="00CD2AC0"/>
    <w:rsid w:val="00CD2EFC"/>
    <w:rsid w:val="00CD3269"/>
    <w:rsid w:val="00CD42A9"/>
    <w:rsid w:val="00CD52F9"/>
    <w:rsid w:val="00CD57FC"/>
    <w:rsid w:val="00CD6D44"/>
    <w:rsid w:val="00CD768C"/>
    <w:rsid w:val="00CD784C"/>
    <w:rsid w:val="00CD7C30"/>
    <w:rsid w:val="00CE0679"/>
    <w:rsid w:val="00CE15A6"/>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5EBD"/>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41AE"/>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03B"/>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554"/>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AF3135"/>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AF3135"/>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AF3135"/>
    <w:pPr>
      <w:keepNext/>
      <w:numPr>
        <w:ilvl w:val="2"/>
        <w:numId w:val="11"/>
      </w:numPr>
      <w:spacing w:before="120" w:after="120"/>
      <w:ind w:left="284"/>
      <w:jc w:val="both"/>
      <w:outlineLvl w:val="2"/>
    </w:pPr>
    <w:rPr>
      <w:rFonts w:cs="Arial"/>
      <w:b/>
      <w:bCs/>
      <w:sz w:val="24"/>
      <w:szCs w:val="26"/>
    </w:rPr>
  </w:style>
  <w:style w:type="paragraph" w:styleId="Titre4">
    <w:name w:val="heading 4"/>
    <w:aliases w:val="4,F,H41,H42,H43,h4"/>
    <w:basedOn w:val="Normal"/>
    <w:next w:val="Texte"/>
    <w:autoRedefine/>
    <w:qFormat/>
    <w:rsid w:val="00AF3135"/>
    <w:pPr>
      <w:keepNext/>
      <w:numPr>
        <w:ilvl w:val="3"/>
        <w:numId w:val="11"/>
      </w:numPr>
      <w:tabs>
        <w:tab w:val="left" w:pos="1134"/>
      </w:tabs>
      <w:spacing w:before="6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AF3135"/>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AF3135"/>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AF3135"/>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AF313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AF1D552B-10C1-4560-A8CA-F81E58417A88}">
  <ds:schemaRefs>
    <ds:schemaRef ds:uri="http://schemas.openxmlformats.org/officeDocument/2006/bibliography"/>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BBFE10B4-30A9-4A26-ADCA-6908218EF9C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B94A4E7E-EA0A-4B05-8749-6498B1C07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6491</Words>
  <Characters>35705</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42112</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2022-12-22T09:59:00Z</dcterms:created>
  <dcterms:modified xsi:type="dcterms:W3CDTF">2023-08-22T09:38:00Z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